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890" w:rsidRDefault="002D0D76">
      <w:pPr>
        <w:pStyle w:val="Year"/>
      </w:pPr>
      <w:bookmarkStart w:id="0" w:name="_GoBack"/>
      <w:bookmarkEnd w:id="0"/>
      <w:r>
        <w:t>2012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lendar Layout"/>
      </w:tblPr>
      <w:tblGrid>
        <w:gridCol w:w="72"/>
        <w:gridCol w:w="2246"/>
        <w:gridCol w:w="648"/>
        <w:gridCol w:w="72"/>
        <w:gridCol w:w="2246"/>
        <w:gridCol w:w="648"/>
        <w:gridCol w:w="72"/>
        <w:gridCol w:w="2246"/>
        <w:gridCol w:w="648"/>
        <w:gridCol w:w="72"/>
        <w:gridCol w:w="2246"/>
      </w:tblGrid>
      <w:tr w:rsidR="00755890">
        <w:trPr>
          <w:trHeight w:hRule="exact" w:val="173"/>
        </w:trPr>
        <w:tc>
          <w:tcPr>
            <w:tcW w:w="72" w:type="dxa"/>
            <w:shd w:val="clear" w:color="auto" w:fill="60C5BA" w:themeFill="accent2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January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60C5BA" w:themeFill="accent2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February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60C5BA" w:themeFill="accent2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March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60C5BA" w:themeFill="accent2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April</w:t>
            </w:r>
          </w:p>
        </w:tc>
      </w:tr>
      <w:tr w:rsidR="00755890"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January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February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March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April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</w:pPr>
                  <w: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</w:tr>
      <w:tr w:rsidR="00755890">
        <w:trPr>
          <w:trHeight w:hRule="exact" w:val="346"/>
        </w:trPr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</w:tr>
      <w:tr w:rsidR="00755890">
        <w:trPr>
          <w:trHeight w:hRule="exact" w:val="173"/>
        </w:trPr>
        <w:tc>
          <w:tcPr>
            <w:tcW w:w="72" w:type="dxa"/>
            <w:shd w:val="clear" w:color="auto" w:fill="F05133" w:themeFill="accent1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May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F05133" w:themeFill="accent1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June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F05133" w:themeFill="accent1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July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F05133" w:themeFill="accent1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August</w:t>
            </w:r>
          </w:p>
        </w:tc>
      </w:tr>
      <w:tr w:rsidR="00755890"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May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June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July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August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1"/>
                    </w:rPr>
                  </w:pPr>
                  <w:r>
                    <w:rPr>
                      <w:rStyle w:val="Accent1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</w:tr>
      <w:tr w:rsidR="00755890">
        <w:trPr>
          <w:trHeight w:hRule="exact" w:val="346"/>
        </w:trPr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p w:rsidR="00755890" w:rsidRDefault="00755890"/>
        </w:tc>
      </w:tr>
      <w:tr w:rsidR="00755890">
        <w:trPr>
          <w:trHeight w:hRule="exact" w:val="173"/>
        </w:trPr>
        <w:tc>
          <w:tcPr>
            <w:tcW w:w="72" w:type="dxa"/>
            <w:shd w:val="clear" w:color="auto" w:fill="B3C021" w:themeFill="accent3" w:themeFillShade="BF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September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B3C021" w:themeFill="accent3" w:themeFillShade="BF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October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B3C021" w:themeFill="accent3" w:themeFillShade="BF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November</w:t>
            </w:r>
          </w:p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  <w:shd w:val="clear" w:color="auto" w:fill="B3C021" w:themeFill="accent3" w:themeFillShade="BF"/>
          </w:tcPr>
          <w:p w:rsidR="00755890" w:rsidRDefault="00755890"/>
        </w:tc>
        <w:tc>
          <w:tcPr>
            <w:tcW w:w="2246" w:type="dxa"/>
          </w:tcPr>
          <w:p w:rsidR="00755890" w:rsidRDefault="002D0D76">
            <w:pPr>
              <w:pStyle w:val="Months"/>
            </w:pPr>
            <w:r>
              <w:t>December</w:t>
            </w:r>
          </w:p>
        </w:tc>
      </w:tr>
      <w:tr w:rsidR="00755890"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September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October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31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November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30</w:t>
                  </w: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  <w:tc>
          <w:tcPr>
            <w:tcW w:w="648" w:type="dxa"/>
          </w:tcPr>
          <w:p w:rsidR="00755890" w:rsidRDefault="00755890"/>
        </w:tc>
        <w:tc>
          <w:tcPr>
            <w:tcW w:w="72" w:type="dxa"/>
          </w:tcPr>
          <w:p w:rsidR="00755890" w:rsidRDefault="00755890"/>
        </w:tc>
        <w:tc>
          <w:tcPr>
            <w:tcW w:w="2246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  <w:tblDescription w:val="December"/>
            </w:tblPr>
            <w:tblGrid>
              <w:gridCol w:w="318"/>
              <w:gridCol w:w="322"/>
              <w:gridCol w:w="322"/>
              <w:gridCol w:w="322"/>
              <w:gridCol w:w="322"/>
              <w:gridCol w:w="322"/>
              <w:gridCol w:w="318"/>
            </w:tblGrid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m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w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t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f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ys"/>
                    <w:rPr>
                      <w:rStyle w:val="Accent3"/>
                    </w:rPr>
                  </w:pPr>
                  <w:r>
                    <w:rPr>
                      <w:rStyle w:val="Accent3"/>
                    </w:rPr>
                    <w:t>s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7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8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11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12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14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15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18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19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21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22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23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24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25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26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27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28</w:t>
                  </w:r>
                </w:p>
              </w:tc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rPr>
                      <w:noProof/>
                    </w:rPr>
                    <w:t>29</w:t>
                  </w:r>
                </w:p>
              </w:tc>
            </w:tr>
            <w:tr w:rsidR="00755890">
              <w:tc>
                <w:tcPr>
                  <w:tcW w:w="708" w:type="pct"/>
                </w:tcPr>
                <w:p w:rsidR="00755890" w:rsidRDefault="002D0D76">
                  <w:pPr>
                    <w:pStyle w:val="Dates"/>
                  </w:pPr>
                  <w:r>
                    <w:t>30</w:t>
                  </w:r>
                </w:p>
              </w:tc>
              <w:tc>
                <w:tcPr>
                  <w:tcW w:w="717" w:type="pct"/>
                </w:tcPr>
                <w:p w:rsidR="00755890" w:rsidRDefault="002D0D76">
                  <w:pPr>
                    <w:pStyle w:val="Dates"/>
                  </w:pPr>
                  <w:r>
                    <w:t>31</w:t>
                  </w: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755890" w:rsidRDefault="00755890">
                  <w:pPr>
                    <w:pStyle w:val="Dates"/>
                  </w:pPr>
                </w:p>
              </w:tc>
              <w:tc>
                <w:tcPr>
                  <w:tcW w:w="708" w:type="pct"/>
                </w:tcPr>
                <w:p w:rsidR="00755890" w:rsidRDefault="00755890">
                  <w:pPr>
                    <w:pStyle w:val="Dates"/>
                  </w:pPr>
                </w:p>
              </w:tc>
            </w:tr>
          </w:tbl>
          <w:p w:rsidR="00755890" w:rsidRDefault="00755890"/>
        </w:tc>
      </w:tr>
    </w:tbl>
    <w:p w:rsidR="00755890" w:rsidRDefault="002D0D76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6035040</wp:posOffset>
                </wp:positionV>
                <wp:extent cx="4663440" cy="1188720"/>
                <wp:effectExtent l="0" t="0" r="22860" b="11430"/>
                <wp:wrapNone/>
                <wp:docPr id="15" name="Group 14" descr="Bird Graphi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63440" cy="1188720"/>
                          <a:chOff x="0" y="0"/>
                          <a:chExt cx="4667251" cy="1185862"/>
                        </a:xfrm>
                      </wpg:grpSpPr>
                      <wps:wsp>
                        <wps:cNvPr id="2" name="Freeform 2"/>
                        <wps:cNvSpPr>
                          <a:spLocks/>
                        </wps:cNvSpPr>
                        <wps:spPr bwMode="auto">
                          <a:xfrm>
                            <a:off x="2239963" y="557212"/>
                            <a:ext cx="685800" cy="628650"/>
                          </a:xfrm>
                          <a:custGeom>
                            <a:avLst/>
                            <a:gdLst>
                              <a:gd name="T0" fmla="*/ 144 w 864"/>
                              <a:gd name="T1" fmla="*/ 2 h 793"/>
                              <a:gd name="T2" fmla="*/ 185 w 864"/>
                              <a:gd name="T3" fmla="*/ 22 h 793"/>
                              <a:gd name="T4" fmla="*/ 207 w 864"/>
                              <a:gd name="T5" fmla="*/ 52 h 793"/>
                              <a:gd name="T6" fmla="*/ 214 w 864"/>
                              <a:gd name="T7" fmla="*/ 89 h 793"/>
                              <a:gd name="T8" fmla="*/ 218 w 864"/>
                              <a:gd name="T9" fmla="*/ 125 h 793"/>
                              <a:gd name="T10" fmla="*/ 223 w 864"/>
                              <a:gd name="T11" fmla="*/ 152 h 793"/>
                              <a:gd name="T12" fmla="*/ 294 w 864"/>
                              <a:gd name="T13" fmla="*/ 196 h 793"/>
                              <a:gd name="T14" fmla="*/ 393 w 864"/>
                              <a:gd name="T15" fmla="*/ 262 h 793"/>
                              <a:gd name="T16" fmla="*/ 459 w 864"/>
                              <a:gd name="T17" fmla="*/ 321 h 793"/>
                              <a:gd name="T18" fmla="*/ 502 w 864"/>
                              <a:gd name="T19" fmla="*/ 374 h 793"/>
                              <a:gd name="T20" fmla="*/ 530 w 864"/>
                              <a:gd name="T21" fmla="*/ 428 h 793"/>
                              <a:gd name="T22" fmla="*/ 552 w 864"/>
                              <a:gd name="T23" fmla="*/ 481 h 793"/>
                              <a:gd name="T24" fmla="*/ 571 w 864"/>
                              <a:gd name="T25" fmla="*/ 497 h 793"/>
                              <a:gd name="T26" fmla="*/ 616 w 864"/>
                              <a:gd name="T27" fmla="*/ 528 h 793"/>
                              <a:gd name="T28" fmla="*/ 678 w 864"/>
                              <a:gd name="T29" fmla="*/ 567 h 793"/>
                              <a:gd name="T30" fmla="*/ 744 w 864"/>
                              <a:gd name="T31" fmla="*/ 610 h 793"/>
                              <a:gd name="T32" fmla="*/ 803 w 864"/>
                              <a:gd name="T33" fmla="*/ 650 h 793"/>
                              <a:gd name="T34" fmla="*/ 848 w 864"/>
                              <a:gd name="T35" fmla="*/ 684 h 793"/>
                              <a:gd name="T36" fmla="*/ 864 w 864"/>
                              <a:gd name="T37" fmla="*/ 706 h 793"/>
                              <a:gd name="T38" fmla="*/ 848 w 864"/>
                              <a:gd name="T39" fmla="*/ 713 h 793"/>
                              <a:gd name="T40" fmla="*/ 814 w 864"/>
                              <a:gd name="T41" fmla="*/ 713 h 793"/>
                              <a:gd name="T42" fmla="*/ 780 w 864"/>
                              <a:gd name="T43" fmla="*/ 715 h 793"/>
                              <a:gd name="T44" fmla="*/ 764 w 864"/>
                              <a:gd name="T45" fmla="*/ 724 h 793"/>
                              <a:gd name="T46" fmla="*/ 762 w 864"/>
                              <a:gd name="T47" fmla="*/ 747 h 793"/>
                              <a:gd name="T48" fmla="*/ 764 w 864"/>
                              <a:gd name="T49" fmla="*/ 773 h 793"/>
                              <a:gd name="T50" fmla="*/ 759 w 864"/>
                              <a:gd name="T51" fmla="*/ 791 h 793"/>
                              <a:gd name="T52" fmla="*/ 743 w 864"/>
                              <a:gd name="T53" fmla="*/ 788 h 793"/>
                              <a:gd name="T54" fmla="*/ 707 w 864"/>
                              <a:gd name="T55" fmla="*/ 754 h 793"/>
                              <a:gd name="T56" fmla="*/ 655 w 864"/>
                              <a:gd name="T57" fmla="*/ 702 h 793"/>
                              <a:gd name="T58" fmla="*/ 593 w 864"/>
                              <a:gd name="T59" fmla="*/ 642 h 793"/>
                              <a:gd name="T60" fmla="*/ 519 w 864"/>
                              <a:gd name="T61" fmla="*/ 586 h 793"/>
                              <a:gd name="T62" fmla="*/ 443 w 864"/>
                              <a:gd name="T63" fmla="*/ 549 h 793"/>
                              <a:gd name="T64" fmla="*/ 364 w 864"/>
                              <a:gd name="T65" fmla="*/ 535 h 793"/>
                              <a:gd name="T66" fmla="*/ 284 w 864"/>
                              <a:gd name="T67" fmla="*/ 515 h 793"/>
                              <a:gd name="T68" fmla="*/ 207 w 864"/>
                              <a:gd name="T69" fmla="*/ 487 h 793"/>
                              <a:gd name="T70" fmla="*/ 141 w 864"/>
                              <a:gd name="T71" fmla="*/ 447 h 793"/>
                              <a:gd name="T72" fmla="*/ 89 w 864"/>
                              <a:gd name="T73" fmla="*/ 392 h 793"/>
                              <a:gd name="T74" fmla="*/ 57 w 864"/>
                              <a:gd name="T75" fmla="*/ 323 h 793"/>
                              <a:gd name="T76" fmla="*/ 52 w 864"/>
                              <a:gd name="T77" fmla="*/ 234 h 793"/>
                              <a:gd name="T78" fmla="*/ 61 w 864"/>
                              <a:gd name="T79" fmla="*/ 162 h 793"/>
                              <a:gd name="T80" fmla="*/ 52 w 864"/>
                              <a:gd name="T81" fmla="*/ 136 h 793"/>
                              <a:gd name="T82" fmla="*/ 30 w 864"/>
                              <a:gd name="T83" fmla="*/ 123 h 793"/>
                              <a:gd name="T84" fmla="*/ 11 w 864"/>
                              <a:gd name="T85" fmla="*/ 118 h 793"/>
                              <a:gd name="T86" fmla="*/ 0 w 864"/>
                              <a:gd name="T87" fmla="*/ 111 h 793"/>
                              <a:gd name="T88" fmla="*/ 12 w 864"/>
                              <a:gd name="T89" fmla="*/ 104 h 793"/>
                              <a:gd name="T90" fmla="*/ 36 w 864"/>
                              <a:gd name="T91" fmla="*/ 93 h 793"/>
                              <a:gd name="T92" fmla="*/ 55 w 864"/>
                              <a:gd name="T93" fmla="*/ 66 h 793"/>
                              <a:gd name="T94" fmla="*/ 68 w 864"/>
                              <a:gd name="T95" fmla="*/ 38 h 793"/>
                              <a:gd name="T96" fmla="*/ 89 w 864"/>
                              <a:gd name="T97" fmla="*/ 13 h 793"/>
                              <a:gd name="T98" fmla="*/ 121 w 864"/>
                              <a:gd name="T99" fmla="*/ 0 h 7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864" h="793">
                                <a:moveTo>
                                  <a:pt x="121" y="0"/>
                                </a:moveTo>
                                <a:lnTo>
                                  <a:pt x="144" y="2"/>
                                </a:lnTo>
                                <a:lnTo>
                                  <a:pt x="168" y="9"/>
                                </a:lnTo>
                                <a:lnTo>
                                  <a:pt x="185" y="22"/>
                                </a:lnTo>
                                <a:lnTo>
                                  <a:pt x="198" y="36"/>
                                </a:lnTo>
                                <a:lnTo>
                                  <a:pt x="207" y="52"/>
                                </a:lnTo>
                                <a:lnTo>
                                  <a:pt x="212" y="72"/>
                                </a:lnTo>
                                <a:lnTo>
                                  <a:pt x="214" y="89"/>
                                </a:lnTo>
                                <a:lnTo>
                                  <a:pt x="216" y="109"/>
                                </a:lnTo>
                                <a:lnTo>
                                  <a:pt x="218" y="125"/>
                                </a:lnTo>
                                <a:lnTo>
                                  <a:pt x="219" y="139"/>
                                </a:lnTo>
                                <a:lnTo>
                                  <a:pt x="223" y="152"/>
                                </a:lnTo>
                                <a:lnTo>
                                  <a:pt x="230" y="159"/>
                                </a:lnTo>
                                <a:lnTo>
                                  <a:pt x="294" y="196"/>
                                </a:lnTo>
                                <a:lnTo>
                                  <a:pt x="348" y="230"/>
                                </a:lnTo>
                                <a:lnTo>
                                  <a:pt x="393" y="262"/>
                                </a:lnTo>
                                <a:lnTo>
                                  <a:pt x="428" y="292"/>
                                </a:lnTo>
                                <a:lnTo>
                                  <a:pt x="459" y="321"/>
                                </a:lnTo>
                                <a:lnTo>
                                  <a:pt x="482" y="348"/>
                                </a:lnTo>
                                <a:lnTo>
                                  <a:pt x="502" y="374"/>
                                </a:lnTo>
                                <a:lnTo>
                                  <a:pt x="518" y="401"/>
                                </a:lnTo>
                                <a:lnTo>
                                  <a:pt x="530" y="428"/>
                                </a:lnTo>
                                <a:lnTo>
                                  <a:pt x="541" y="453"/>
                                </a:lnTo>
                                <a:lnTo>
                                  <a:pt x="552" y="481"/>
                                </a:lnTo>
                                <a:lnTo>
                                  <a:pt x="557" y="487"/>
                                </a:lnTo>
                                <a:lnTo>
                                  <a:pt x="571" y="497"/>
                                </a:lnTo>
                                <a:lnTo>
                                  <a:pt x="591" y="512"/>
                                </a:lnTo>
                                <a:lnTo>
                                  <a:pt x="616" y="528"/>
                                </a:lnTo>
                                <a:lnTo>
                                  <a:pt x="646" y="547"/>
                                </a:lnTo>
                                <a:lnTo>
                                  <a:pt x="678" y="567"/>
                                </a:lnTo>
                                <a:lnTo>
                                  <a:pt x="710" y="588"/>
                                </a:lnTo>
                                <a:lnTo>
                                  <a:pt x="744" y="610"/>
                                </a:lnTo>
                                <a:lnTo>
                                  <a:pt x="775" y="631"/>
                                </a:lnTo>
                                <a:lnTo>
                                  <a:pt x="803" y="650"/>
                                </a:lnTo>
                                <a:lnTo>
                                  <a:pt x="828" y="668"/>
                                </a:lnTo>
                                <a:lnTo>
                                  <a:pt x="848" y="684"/>
                                </a:lnTo>
                                <a:lnTo>
                                  <a:pt x="859" y="697"/>
                                </a:lnTo>
                                <a:lnTo>
                                  <a:pt x="864" y="706"/>
                                </a:lnTo>
                                <a:lnTo>
                                  <a:pt x="859" y="711"/>
                                </a:lnTo>
                                <a:lnTo>
                                  <a:pt x="848" y="713"/>
                                </a:lnTo>
                                <a:lnTo>
                                  <a:pt x="832" y="713"/>
                                </a:lnTo>
                                <a:lnTo>
                                  <a:pt x="814" y="713"/>
                                </a:lnTo>
                                <a:lnTo>
                                  <a:pt x="794" y="713"/>
                                </a:lnTo>
                                <a:lnTo>
                                  <a:pt x="780" y="715"/>
                                </a:lnTo>
                                <a:lnTo>
                                  <a:pt x="768" y="718"/>
                                </a:lnTo>
                                <a:lnTo>
                                  <a:pt x="764" y="724"/>
                                </a:lnTo>
                                <a:lnTo>
                                  <a:pt x="762" y="734"/>
                                </a:lnTo>
                                <a:lnTo>
                                  <a:pt x="762" y="747"/>
                                </a:lnTo>
                                <a:lnTo>
                                  <a:pt x="762" y="761"/>
                                </a:lnTo>
                                <a:lnTo>
                                  <a:pt x="764" y="773"/>
                                </a:lnTo>
                                <a:lnTo>
                                  <a:pt x="762" y="784"/>
                                </a:lnTo>
                                <a:lnTo>
                                  <a:pt x="759" y="791"/>
                                </a:lnTo>
                                <a:lnTo>
                                  <a:pt x="753" y="793"/>
                                </a:lnTo>
                                <a:lnTo>
                                  <a:pt x="743" y="788"/>
                                </a:lnTo>
                                <a:lnTo>
                                  <a:pt x="728" y="775"/>
                                </a:lnTo>
                                <a:lnTo>
                                  <a:pt x="707" y="754"/>
                                </a:lnTo>
                                <a:lnTo>
                                  <a:pt x="684" y="729"/>
                                </a:lnTo>
                                <a:lnTo>
                                  <a:pt x="655" y="702"/>
                                </a:lnTo>
                                <a:lnTo>
                                  <a:pt x="625" y="672"/>
                                </a:lnTo>
                                <a:lnTo>
                                  <a:pt x="593" y="642"/>
                                </a:lnTo>
                                <a:lnTo>
                                  <a:pt x="557" y="613"/>
                                </a:lnTo>
                                <a:lnTo>
                                  <a:pt x="519" y="586"/>
                                </a:lnTo>
                                <a:lnTo>
                                  <a:pt x="482" y="565"/>
                                </a:lnTo>
                                <a:lnTo>
                                  <a:pt x="443" y="549"/>
                                </a:lnTo>
                                <a:lnTo>
                                  <a:pt x="403" y="540"/>
                                </a:lnTo>
                                <a:lnTo>
                                  <a:pt x="364" y="535"/>
                                </a:lnTo>
                                <a:lnTo>
                                  <a:pt x="323" y="526"/>
                                </a:lnTo>
                                <a:lnTo>
                                  <a:pt x="284" y="515"/>
                                </a:lnTo>
                                <a:lnTo>
                                  <a:pt x="244" y="503"/>
                                </a:lnTo>
                                <a:lnTo>
                                  <a:pt x="207" y="487"/>
                                </a:lnTo>
                                <a:lnTo>
                                  <a:pt x="173" y="469"/>
                                </a:lnTo>
                                <a:lnTo>
                                  <a:pt x="141" y="447"/>
                                </a:lnTo>
                                <a:lnTo>
                                  <a:pt x="112" y="422"/>
                                </a:lnTo>
                                <a:lnTo>
                                  <a:pt x="89" y="392"/>
                                </a:lnTo>
                                <a:lnTo>
                                  <a:pt x="69" y="360"/>
                                </a:lnTo>
                                <a:lnTo>
                                  <a:pt x="57" y="323"/>
                                </a:lnTo>
                                <a:lnTo>
                                  <a:pt x="50" y="280"/>
                                </a:lnTo>
                                <a:lnTo>
                                  <a:pt x="52" y="234"/>
                                </a:lnTo>
                                <a:lnTo>
                                  <a:pt x="59" y="182"/>
                                </a:lnTo>
                                <a:lnTo>
                                  <a:pt x="61" y="162"/>
                                </a:lnTo>
                                <a:lnTo>
                                  <a:pt x="59" y="146"/>
                                </a:lnTo>
                                <a:lnTo>
                                  <a:pt x="52" y="136"/>
                                </a:lnTo>
                                <a:lnTo>
                                  <a:pt x="41" y="129"/>
                                </a:lnTo>
                                <a:lnTo>
                                  <a:pt x="30" y="123"/>
                                </a:lnTo>
                                <a:lnTo>
                                  <a:pt x="19" y="120"/>
                                </a:lnTo>
                                <a:lnTo>
                                  <a:pt x="11" y="118"/>
                                </a:lnTo>
                                <a:lnTo>
                                  <a:pt x="3" y="114"/>
                                </a:lnTo>
                                <a:lnTo>
                                  <a:pt x="0" y="111"/>
                                </a:lnTo>
                                <a:lnTo>
                                  <a:pt x="3" y="107"/>
                                </a:lnTo>
                                <a:lnTo>
                                  <a:pt x="12" y="104"/>
                                </a:lnTo>
                                <a:lnTo>
                                  <a:pt x="23" y="98"/>
                                </a:lnTo>
                                <a:lnTo>
                                  <a:pt x="36" y="93"/>
                                </a:lnTo>
                                <a:lnTo>
                                  <a:pt x="48" y="82"/>
                                </a:lnTo>
                                <a:lnTo>
                                  <a:pt x="55" y="66"/>
                                </a:lnTo>
                                <a:lnTo>
                                  <a:pt x="61" y="52"/>
                                </a:lnTo>
                                <a:lnTo>
                                  <a:pt x="68" y="38"/>
                                </a:lnTo>
                                <a:lnTo>
                                  <a:pt x="77" y="25"/>
                                </a:lnTo>
                                <a:lnTo>
                                  <a:pt x="89" y="13"/>
                                </a:lnTo>
                                <a:lnTo>
                                  <a:pt x="103" y="6"/>
                                </a:lnTo>
                                <a:lnTo>
                                  <a:pt x="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2319338" y="695325"/>
                            <a:ext cx="393700" cy="250825"/>
                          </a:xfrm>
                          <a:custGeom>
                            <a:avLst/>
                            <a:gdLst>
                              <a:gd name="T0" fmla="*/ 104 w 496"/>
                              <a:gd name="T1" fmla="*/ 0 h 315"/>
                              <a:gd name="T2" fmla="*/ 139 w 496"/>
                              <a:gd name="T3" fmla="*/ 2 h 315"/>
                              <a:gd name="T4" fmla="*/ 180 w 496"/>
                              <a:gd name="T5" fmla="*/ 11 h 315"/>
                              <a:gd name="T6" fmla="*/ 221 w 496"/>
                              <a:gd name="T7" fmla="*/ 28 h 315"/>
                              <a:gd name="T8" fmla="*/ 245 w 496"/>
                              <a:gd name="T9" fmla="*/ 43 h 315"/>
                              <a:gd name="T10" fmla="*/ 271 w 496"/>
                              <a:gd name="T11" fmla="*/ 60 h 315"/>
                              <a:gd name="T12" fmla="*/ 298 w 496"/>
                              <a:gd name="T13" fmla="*/ 80 h 315"/>
                              <a:gd name="T14" fmla="*/ 327 w 496"/>
                              <a:gd name="T15" fmla="*/ 103 h 315"/>
                              <a:gd name="T16" fmla="*/ 354 w 496"/>
                              <a:gd name="T17" fmla="*/ 126 h 315"/>
                              <a:gd name="T18" fmla="*/ 382 w 496"/>
                              <a:gd name="T19" fmla="*/ 151 h 315"/>
                              <a:gd name="T20" fmla="*/ 407 w 496"/>
                              <a:gd name="T21" fmla="*/ 174 h 315"/>
                              <a:gd name="T22" fmla="*/ 432 w 496"/>
                              <a:gd name="T23" fmla="*/ 196 h 315"/>
                              <a:gd name="T24" fmla="*/ 454 w 496"/>
                              <a:gd name="T25" fmla="*/ 217 h 315"/>
                              <a:gd name="T26" fmla="*/ 471 w 496"/>
                              <a:gd name="T27" fmla="*/ 233 h 315"/>
                              <a:gd name="T28" fmla="*/ 484 w 496"/>
                              <a:gd name="T29" fmla="*/ 247 h 315"/>
                              <a:gd name="T30" fmla="*/ 493 w 496"/>
                              <a:gd name="T31" fmla="*/ 256 h 315"/>
                              <a:gd name="T32" fmla="*/ 496 w 496"/>
                              <a:gd name="T33" fmla="*/ 258 h 315"/>
                              <a:gd name="T34" fmla="*/ 466 w 496"/>
                              <a:gd name="T35" fmla="*/ 280 h 315"/>
                              <a:gd name="T36" fmla="*/ 430 w 496"/>
                              <a:gd name="T37" fmla="*/ 296 h 315"/>
                              <a:gd name="T38" fmla="*/ 389 w 496"/>
                              <a:gd name="T39" fmla="*/ 306 h 315"/>
                              <a:gd name="T40" fmla="*/ 346 w 496"/>
                              <a:gd name="T41" fmla="*/ 313 h 315"/>
                              <a:gd name="T42" fmla="*/ 300 w 496"/>
                              <a:gd name="T43" fmla="*/ 315 h 315"/>
                              <a:gd name="T44" fmla="*/ 254 w 496"/>
                              <a:gd name="T45" fmla="*/ 312 h 315"/>
                              <a:gd name="T46" fmla="*/ 205 w 496"/>
                              <a:gd name="T47" fmla="*/ 303 h 315"/>
                              <a:gd name="T48" fmla="*/ 161 w 496"/>
                              <a:gd name="T49" fmla="*/ 287 h 315"/>
                              <a:gd name="T50" fmla="*/ 116 w 496"/>
                              <a:gd name="T51" fmla="*/ 263 h 315"/>
                              <a:gd name="T52" fmla="*/ 75 w 496"/>
                              <a:gd name="T53" fmla="*/ 235 h 315"/>
                              <a:gd name="T54" fmla="*/ 39 w 496"/>
                              <a:gd name="T55" fmla="*/ 198 h 315"/>
                              <a:gd name="T56" fmla="*/ 16 w 496"/>
                              <a:gd name="T57" fmla="*/ 162 h 315"/>
                              <a:gd name="T58" fmla="*/ 2 w 496"/>
                              <a:gd name="T59" fmla="*/ 126 h 315"/>
                              <a:gd name="T60" fmla="*/ 0 w 496"/>
                              <a:gd name="T61" fmla="*/ 94 h 315"/>
                              <a:gd name="T62" fmla="*/ 5 w 496"/>
                              <a:gd name="T63" fmla="*/ 66 h 315"/>
                              <a:gd name="T64" fmla="*/ 20 w 496"/>
                              <a:gd name="T65" fmla="*/ 41 h 315"/>
                              <a:gd name="T66" fmla="*/ 41 w 496"/>
                              <a:gd name="T67" fmla="*/ 21 h 315"/>
                              <a:gd name="T68" fmla="*/ 70 w 496"/>
                              <a:gd name="T69" fmla="*/ 7 h 315"/>
                              <a:gd name="T70" fmla="*/ 104 w 496"/>
                              <a:gd name="T71" fmla="*/ 0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496" h="315">
                                <a:moveTo>
                                  <a:pt x="104" y="0"/>
                                </a:moveTo>
                                <a:lnTo>
                                  <a:pt x="139" y="2"/>
                                </a:lnTo>
                                <a:lnTo>
                                  <a:pt x="180" y="11"/>
                                </a:lnTo>
                                <a:lnTo>
                                  <a:pt x="221" y="28"/>
                                </a:lnTo>
                                <a:lnTo>
                                  <a:pt x="245" y="43"/>
                                </a:lnTo>
                                <a:lnTo>
                                  <a:pt x="271" y="60"/>
                                </a:lnTo>
                                <a:lnTo>
                                  <a:pt x="298" y="80"/>
                                </a:lnTo>
                                <a:lnTo>
                                  <a:pt x="327" y="103"/>
                                </a:lnTo>
                                <a:lnTo>
                                  <a:pt x="354" y="126"/>
                                </a:lnTo>
                                <a:lnTo>
                                  <a:pt x="382" y="151"/>
                                </a:lnTo>
                                <a:lnTo>
                                  <a:pt x="407" y="174"/>
                                </a:lnTo>
                                <a:lnTo>
                                  <a:pt x="432" y="196"/>
                                </a:lnTo>
                                <a:lnTo>
                                  <a:pt x="454" y="217"/>
                                </a:lnTo>
                                <a:lnTo>
                                  <a:pt x="471" y="233"/>
                                </a:lnTo>
                                <a:lnTo>
                                  <a:pt x="484" y="247"/>
                                </a:lnTo>
                                <a:lnTo>
                                  <a:pt x="493" y="256"/>
                                </a:lnTo>
                                <a:lnTo>
                                  <a:pt x="496" y="258"/>
                                </a:lnTo>
                                <a:lnTo>
                                  <a:pt x="466" y="280"/>
                                </a:lnTo>
                                <a:lnTo>
                                  <a:pt x="430" y="296"/>
                                </a:lnTo>
                                <a:lnTo>
                                  <a:pt x="389" y="306"/>
                                </a:lnTo>
                                <a:lnTo>
                                  <a:pt x="346" y="313"/>
                                </a:lnTo>
                                <a:lnTo>
                                  <a:pt x="300" y="315"/>
                                </a:lnTo>
                                <a:lnTo>
                                  <a:pt x="254" y="312"/>
                                </a:lnTo>
                                <a:lnTo>
                                  <a:pt x="205" y="303"/>
                                </a:lnTo>
                                <a:lnTo>
                                  <a:pt x="161" y="287"/>
                                </a:lnTo>
                                <a:lnTo>
                                  <a:pt x="116" y="263"/>
                                </a:lnTo>
                                <a:lnTo>
                                  <a:pt x="75" y="235"/>
                                </a:lnTo>
                                <a:lnTo>
                                  <a:pt x="39" y="198"/>
                                </a:lnTo>
                                <a:lnTo>
                                  <a:pt x="16" y="162"/>
                                </a:lnTo>
                                <a:lnTo>
                                  <a:pt x="2" y="126"/>
                                </a:lnTo>
                                <a:lnTo>
                                  <a:pt x="0" y="94"/>
                                </a:lnTo>
                                <a:lnTo>
                                  <a:pt x="5" y="66"/>
                                </a:lnTo>
                                <a:lnTo>
                                  <a:pt x="20" y="41"/>
                                </a:lnTo>
                                <a:lnTo>
                                  <a:pt x="41" y="21"/>
                                </a:lnTo>
                                <a:lnTo>
                                  <a:pt x="70" y="7"/>
                                </a:lnTo>
                                <a:lnTo>
                                  <a:pt x="1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4"/>
                        <wps:cNvSpPr>
                          <a:spLocks noEditPoints="1"/>
                        </wps:cNvSpPr>
                        <wps:spPr bwMode="auto">
                          <a:xfrm>
                            <a:off x="4416425" y="300037"/>
                            <a:ext cx="79375" cy="98425"/>
                          </a:xfrm>
                          <a:custGeom>
                            <a:avLst/>
                            <a:gdLst>
                              <a:gd name="T0" fmla="*/ 17 w 100"/>
                              <a:gd name="T1" fmla="*/ 14 h 125"/>
                              <a:gd name="T2" fmla="*/ 20 w 100"/>
                              <a:gd name="T3" fmla="*/ 25 h 125"/>
                              <a:gd name="T4" fmla="*/ 24 w 100"/>
                              <a:gd name="T5" fmla="*/ 41 h 125"/>
                              <a:gd name="T6" fmla="*/ 29 w 100"/>
                              <a:gd name="T7" fmla="*/ 55 h 125"/>
                              <a:gd name="T8" fmla="*/ 34 w 100"/>
                              <a:gd name="T9" fmla="*/ 68 h 125"/>
                              <a:gd name="T10" fmla="*/ 38 w 100"/>
                              <a:gd name="T11" fmla="*/ 73 h 125"/>
                              <a:gd name="T12" fmla="*/ 43 w 100"/>
                              <a:gd name="T13" fmla="*/ 77 h 125"/>
                              <a:gd name="T14" fmla="*/ 49 w 100"/>
                              <a:gd name="T15" fmla="*/ 80 h 125"/>
                              <a:gd name="T16" fmla="*/ 54 w 100"/>
                              <a:gd name="T17" fmla="*/ 80 h 125"/>
                              <a:gd name="T18" fmla="*/ 56 w 100"/>
                              <a:gd name="T19" fmla="*/ 82 h 125"/>
                              <a:gd name="T20" fmla="*/ 58 w 100"/>
                              <a:gd name="T21" fmla="*/ 82 h 125"/>
                              <a:gd name="T22" fmla="*/ 52 w 100"/>
                              <a:gd name="T23" fmla="*/ 86 h 125"/>
                              <a:gd name="T24" fmla="*/ 47 w 100"/>
                              <a:gd name="T25" fmla="*/ 86 h 125"/>
                              <a:gd name="T26" fmla="*/ 42 w 100"/>
                              <a:gd name="T27" fmla="*/ 87 h 125"/>
                              <a:gd name="T28" fmla="*/ 38 w 100"/>
                              <a:gd name="T29" fmla="*/ 91 h 125"/>
                              <a:gd name="T30" fmla="*/ 29 w 100"/>
                              <a:gd name="T31" fmla="*/ 102 h 125"/>
                              <a:gd name="T32" fmla="*/ 24 w 100"/>
                              <a:gd name="T33" fmla="*/ 114 h 125"/>
                              <a:gd name="T34" fmla="*/ 17 w 100"/>
                              <a:gd name="T35" fmla="*/ 125 h 125"/>
                              <a:gd name="T36" fmla="*/ 18 w 100"/>
                              <a:gd name="T37" fmla="*/ 119 h 125"/>
                              <a:gd name="T38" fmla="*/ 18 w 100"/>
                              <a:gd name="T39" fmla="*/ 107 h 125"/>
                              <a:gd name="T40" fmla="*/ 20 w 100"/>
                              <a:gd name="T41" fmla="*/ 93 h 125"/>
                              <a:gd name="T42" fmla="*/ 20 w 100"/>
                              <a:gd name="T43" fmla="*/ 82 h 125"/>
                              <a:gd name="T44" fmla="*/ 18 w 100"/>
                              <a:gd name="T45" fmla="*/ 66 h 125"/>
                              <a:gd name="T46" fmla="*/ 11 w 100"/>
                              <a:gd name="T47" fmla="*/ 48 h 125"/>
                              <a:gd name="T48" fmla="*/ 6 w 100"/>
                              <a:gd name="T49" fmla="*/ 32 h 125"/>
                              <a:gd name="T50" fmla="*/ 0 w 100"/>
                              <a:gd name="T51" fmla="*/ 21 h 125"/>
                              <a:gd name="T52" fmla="*/ 17 w 100"/>
                              <a:gd name="T53" fmla="*/ 14 h 125"/>
                              <a:gd name="T54" fmla="*/ 47 w 100"/>
                              <a:gd name="T55" fmla="*/ 0 h 125"/>
                              <a:gd name="T56" fmla="*/ 52 w 100"/>
                              <a:gd name="T57" fmla="*/ 7 h 125"/>
                              <a:gd name="T58" fmla="*/ 58 w 100"/>
                              <a:gd name="T59" fmla="*/ 12 h 125"/>
                              <a:gd name="T60" fmla="*/ 63 w 100"/>
                              <a:gd name="T61" fmla="*/ 18 h 125"/>
                              <a:gd name="T62" fmla="*/ 67 w 100"/>
                              <a:gd name="T63" fmla="*/ 21 h 125"/>
                              <a:gd name="T64" fmla="*/ 70 w 100"/>
                              <a:gd name="T65" fmla="*/ 25 h 125"/>
                              <a:gd name="T66" fmla="*/ 81 w 100"/>
                              <a:gd name="T67" fmla="*/ 29 h 125"/>
                              <a:gd name="T68" fmla="*/ 90 w 100"/>
                              <a:gd name="T69" fmla="*/ 30 h 125"/>
                              <a:gd name="T70" fmla="*/ 97 w 100"/>
                              <a:gd name="T71" fmla="*/ 29 h 125"/>
                              <a:gd name="T72" fmla="*/ 100 w 100"/>
                              <a:gd name="T73" fmla="*/ 29 h 125"/>
                              <a:gd name="T74" fmla="*/ 97 w 100"/>
                              <a:gd name="T75" fmla="*/ 32 h 125"/>
                              <a:gd name="T76" fmla="*/ 93 w 100"/>
                              <a:gd name="T77" fmla="*/ 36 h 125"/>
                              <a:gd name="T78" fmla="*/ 90 w 100"/>
                              <a:gd name="T79" fmla="*/ 39 h 125"/>
                              <a:gd name="T80" fmla="*/ 86 w 100"/>
                              <a:gd name="T81" fmla="*/ 41 h 125"/>
                              <a:gd name="T82" fmla="*/ 84 w 100"/>
                              <a:gd name="T83" fmla="*/ 46 h 125"/>
                              <a:gd name="T84" fmla="*/ 81 w 100"/>
                              <a:gd name="T85" fmla="*/ 61 h 125"/>
                              <a:gd name="T86" fmla="*/ 81 w 100"/>
                              <a:gd name="T87" fmla="*/ 77 h 125"/>
                              <a:gd name="T88" fmla="*/ 77 w 100"/>
                              <a:gd name="T89" fmla="*/ 91 h 125"/>
                              <a:gd name="T90" fmla="*/ 77 w 100"/>
                              <a:gd name="T91" fmla="*/ 87 h 125"/>
                              <a:gd name="T92" fmla="*/ 74 w 100"/>
                              <a:gd name="T93" fmla="*/ 78 h 125"/>
                              <a:gd name="T94" fmla="*/ 70 w 100"/>
                              <a:gd name="T95" fmla="*/ 68 h 125"/>
                              <a:gd name="T96" fmla="*/ 67 w 100"/>
                              <a:gd name="T97" fmla="*/ 55 h 125"/>
                              <a:gd name="T98" fmla="*/ 63 w 100"/>
                              <a:gd name="T99" fmla="*/ 46 h 125"/>
                              <a:gd name="T100" fmla="*/ 56 w 100"/>
                              <a:gd name="T101" fmla="*/ 34 h 125"/>
                              <a:gd name="T102" fmla="*/ 43 w 100"/>
                              <a:gd name="T103" fmla="*/ 20 h 125"/>
                              <a:gd name="T104" fmla="*/ 31 w 100"/>
                              <a:gd name="T105" fmla="*/ 9 h 125"/>
                              <a:gd name="T106" fmla="*/ 47 w 100"/>
                              <a:gd name="T107" fmla="*/ 0 h 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00" h="125">
                                <a:moveTo>
                                  <a:pt x="17" y="14"/>
                                </a:moveTo>
                                <a:lnTo>
                                  <a:pt x="20" y="25"/>
                                </a:lnTo>
                                <a:lnTo>
                                  <a:pt x="24" y="41"/>
                                </a:lnTo>
                                <a:lnTo>
                                  <a:pt x="29" y="55"/>
                                </a:lnTo>
                                <a:lnTo>
                                  <a:pt x="34" y="68"/>
                                </a:lnTo>
                                <a:lnTo>
                                  <a:pt x="38" y="73"/>
                                </a:lnTo>
                                <a:lnTo>
                                  <a:pt x="43" y="77"/>
                                </a:lnTo>
                                <a:lnTo>
                                  <a:pt x="49" y="80"/>
                                </a:lnTo>
                                <a:lnTo>
                                  <a:pt x="54" y="80"/>
                                </a:lnTo>
                                <a:lnTo>
                                  <a:pt x="56" y="82"/>
                                </a:lnTo>
                                <a:lnTo>
                                  <a:pt x="58" y="82"/>
                                </a:lnTo>
                                <a:lnTo>
                                  <a:pt x="52" y="86"/>
                                </a:lnTo>
                                <a:lnTo>
                                  <a:pt x="47" y="86"/>
                                </a:lnTo>
                                <a:lnTo>
                                  <a:pt x="42" y="87"/>
                                </a:lnTo>
                                <a:lnTo>
                                  <a:pt x="38" y="91"/>
                                </a:lnTo>
                                <a:lnTo>
                                  <a:pt x="29" y="102"/>
                                </a:lnTo>
                                <a:lnTo>
                                  <a:pt x="24" y="114"/>
                                </a:lnTo>
                                <a:lnTo>
                                  <a:pt x="17" y="125"/>
                                </a:lnTo>
                                <a:lnTo>
                                  <a:pt x="18" y="119"/>
                                </a:lnTo>
                                <a:lnTo>
                                  <a:pt x="18" y="107"/>
                                </a:lnTo>
                                <a:lnTo>
                                  <a:pt x="20" y="93"/>
                                </a:lnTo>
                                <a:lnTo>
                                  <a:pt x="20" y="82"/>
                                </a:lnTo>
                                <a:lnTo>
                                  <a:pt x="18" y="66"/>
                                </a:lnTo>
                                <a:lnTo>
                                  <a:pt x="11" y="48"/>
                                </a:lnTo>
                                <a:lnTo>
                                  <a:pt x="6" y="32"/>
                                </a:lnTo>
                                <a:lnTo>
                                  <a:pt x="0" y="21"/>
                                </a:lnTo>
                                <a:lnTo>
                                  <a:pt x="17" y="14"/>
                                </a:lnTo>
                                <a:close/>
                                <a:moveTo>
                                  <a:pt x="47" y="0"/>
                                </a:moveTo>
                                <a:lnTo>
                                  <a:pt x="52" y="7"/>
                                </a:lnTo>
                                <a:lnTo>
                                  <a:pt x="58" y="12"/>
                                </a:lnTo>
                                <a:lnTo>
                                  <a:pt x="63" y="18"/>
                                </a:lnTo>
                                <a:lnTo>
                                  <a:pt x="67" y="21"/>
                                </a:lnTo>
                                <a:lnTo>
                                  <a:pt x="70" y="25"/>
                                </a:lnTo>
                                <a:lnTo>
                                  <a:pt x="81" y="29"/>
                                </a:lnTo>
                                <a:lnTo>
                                  <a:pt x="90" y="30"/>
                                </a:lnTo>
                                <a:lnTo>
                                  <a:pt x="97" y="29"/>
                                </a:lnTo>
                                <a:lnTo>
                                  <a:pt x="100" y="29"/>
                                </a:lnTo>
                                <a:lnTo>
                                  <a:pt x="97" y="32"/>
                                </a:lnTo>
                                <a:lnTo>
                                  <a:pt x="93" y="36"/>
                                </a:lnTo>
                                <a:lnTo>
                                  <a:pt x="90" y="39"/>
                                </a:lnTo>
                                <a:lnTo>
                                  <a:pt x="86" y="41"/>
                                </a:lnTo>
                                <a:lnTo>
                                  <a:pt x="84" y="46"/>
                                </a:lnTo>
                                <a:lnTo>
                                  <a:pt x="81" y="61"/>
                                </a:lnTo>
                                <a:lnTo>
                                  <a:pt x="81" y="77"/>
                                </a:lnTo>
                                <a:lnTo>
                                  <a:pt x="77" y="91"/>
                                </a:lnTo>
                                <a:lnTo>
                                  <a:pt x="77" y="87"/>
                                </a:lnTo>
                                <a:lnTo>
                                  <a:pt x="74" y="78"/>
                                </a:lnTo>
                                <a:lnTo>
                                  <a:pt x="70" y="68"/>
                                </a:lnTo>
                                <a:lnTo>
                                  <a:pt x="67" y="55"/>
                                </a:lnTo>
                                <a:lnTo>
                                  <a:pt x="63" y="46"/>
                                </a:lnTo>
                                <a:lnTo>
                                  <a:pt x="56" y="34"/>
                                </a:lnTo>
                                <a:lnTo>
                                  <a:pt x="43" y="20"/>
                                </a:lnTo>
                                <a:lnTo>
                                  <a:pt x="31" y="9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20"/>
                          </a:solidFill>
                          <a:ln w="0">
                            <a:solidFill>
                              <a:srgbClr val="FF81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135438" y="0"/>
                            <a:ext cx="531813" cy="338138"/>
                          </a:xfrm>
                          <a:custGeom>
                            <a:avLst/>
                            <a:gdLst>
                              <a:gd name="T0" fmla="*/ 423 w 670"/>
                              <a:gd name="T1" fmla="*/ 6 h 428"/>
                              <a:gd name="T2" fmla="*/ 427 w 670"/>
                              <a:gd name="T3" fmla="*/ 43 h 428"/>
                              <a:gd name="T4" fmla="*/ 420 w 670"/>
                              <a:gd name="T5" fmla="*/ 109 h 428"/>
                              <a:gd name="T6" fmla="*/ 395 w 670"/>
                              <a:gd name="T7" fmla="*/ 187 h 428"/>
                              <a:gd name="T8" fmla="*/ 378 w 670"/>
                              <a:gd name="T9" fmla="*/ 221 h 428"/>
                              <a:gd name="T10" fmla="*/ 359 w 670"/>
                              <a:gd name="T11" fmla="*/ 255 h 428"/>
                              <a:gd name="T12" fmla="*/ 396 w 670"/>
                              <a:gd name="T13" fmla="*/ 287 h 428"/>
                              <a:gd name="T14" fmla="*/ 441 w 670"/>
                              <a:gd name="T15" fmla="*/ 332 h 428"/>
                              <a:gd name="T16" fmla="*/ 471 w 670"/>
                              <a:gd name="T17" fmla="*/ 337 h 428"/>
                              <a:gd name="T18" fmla="*/ 520 w 670"/>
                              <a:gd name="T19" fmla="*/ 330 h 428"/>
                              <a:gd name="T20" fmla="*/ 573 w 670"/>
                              <a:gd name="T21" fmla="*/ 319 h 428"/>
                              <a:gd name="T22" fmla="*/ 621 w 670"/>
                              <a:gd name="T23" fmla="*/ 314 h 428"/>
                              <a:gd name="T24" fmla="*/ 648 w 670"/>
                              <a:gd name="T25" fmla="*/ 321 h 428"/>
                              <a:gd name="T26" fmla="*/ 646 w 670"/>
                              <a:gd name="T27" fmla="*/ 341 h 428"/>
                              <a:gd name="T28" fmla="*/ 625 w 670"/>
                              <a:gd name="T29" fmla="*/ 362 h 428"/>
                              <a:gd name="T30" fmla="*/ 609 w 670"/>
                              <a:gd name="T31" fmla="*/ 385 h 428"/>
                              <a:gd name="T32" fmla="*/ 620 w 670"/>
                              <a:gd name="T33" fmla="*/ 396 h 428"/>
                              <a:gd name="T34" fmla="*/ 645 w 670"/>
                              <a:gd name="T35" fmla="*/ 398 h 428"/>
                              <a:gd name="T36" fmla="*/ 666 w 670"/>
                              <a:gd name="T37" fmla="*/ 398 h 428"/>
                              <a:gd name="T38" fmla="*/ 670 w 670"/>
                              <a:gd name="T39" fmla="*/ 401 h 428"/>
                              <a:gd name="T40" fmla="*/ 653 w 670"/>
                              <a:gd name="T41" fmla="*/ 408 h 428"/>
                              <a:gd name="T42" fmla="*/ 607 w 670"/>
                              <a:gd name="T43" fmla="*/ 407 h 428"/>
                              <a:gd name="T44" fmla="*/ 546 w 670"/>
                              <a:gd name="T45" fmla="*/ 399 h 428"/>
                              <a:gd name="T46" fmla="*/ 482 w 670"/>
                              <a:gd name="T47" fmla="*/ 389 h 428"/>
                              <a:gd name="T48" fmla="*/ 430 w 670"/>
                              <a:gd name="T49" fmla="*/ 378 h 428"/>
                              <a:gd name="T50" fmla="*/ 409 w 670"/>
                              <a:gd name="T51" fmla="*/ 374 h 428"/>
                              <a:gd name="T52" fmla="*/ 311 w 670"/>
                              <a:gd name="T53" fmla="*/ 414 h 428"/>
                              <a:gd name="T54" fmla="*/ 236 w 670"/>
                              <a:gd name="T55" fmla="*/ 428 h 428"/>
                              <a:gd name="T56" fmla="*/ 179 w 670"/>
                              <a:gd name="T57" fmla="*/ 419 h 428"/>
                              <a:gd name="T58" fmla="*/ 137 w 670"/>
                              <a:gd name="T59" fmla="*/ 396 h 428"/>
                              <a:gd name="T60" fmla="*/ 109 w 670"/>
                              <a:gd name="T61" fmla="*/ 360 h 428"/>
                              <a:gd name="T62" fmla="*/ 93 w 670"/>
                              <a:gd name="T63" fmla="*/ 317 h 428"/>
                              <a:gd name="T64" fmla="*/ 82 w 670"/>
                              <a:gd name="T65" fmla="*/ 275 h 428"/>
                              <a:gd name="T66" fmla="*/ 71 w 670"/>
                              <a:gd name="T67" fmla="*/ 234 h 428"/>
                              <a:gd name="T68" fmla="*/ 50 w 670"/>
                              <a:gd name="T69" fmla="*/ 211 h 428"/>
                              <a:gd name="T70" fmla="*/ 23 w 670"/>
                              <a:gd name="T71" fmla="*/ 202 h 428"/>
                              <a:gd name="T72" fmla="*/ 4 w 670"/>
                              <a:gd name="T73" fmla="*/ 198 h 428"/>
                              <a:gd name="T74" fmla="*/ 2 w 670"/>
                              <a:gd name="T75" fmla="*/ 191 h 428"/>
                              <a:gd name="T76" fmla="*/ 14 w 670"/>
                              <a:gd name="T77" fmla="*/ 180 h 428"/>
                              <a:gd name="T78" fmla="*/ 32 w 670"/>
                              <a:gd name="T79" fmla="*/ 154 h 428"/>
                              <a:gd name="T80" fmla="*/ 50 w 670"/>
                              <a:gd name="T81" fmla="*/ 113 h 428"/>
                              <a:gd name="T82" fmla="*/ 80 w 670"/>
                              <a:gd name="T83" fmla="*/ 89 h 428"/>
                              <a:gd name="T84" fmla="*/ 120 w 670"/>
                              <a:gd name="T85" fmla="*/ 88 h 428"/>
                              <a:gd name="T86" fmla="*/ 157 w 670"/>
                              <a:gd name="T87" fmla="*/ 105 h 428"/>
                              <a:gd name="T88" fmla="*/ 182 w 670"/>
                              <a:gd name="T89" fmla="*/ 146 h 428"/>
                              <a:gd name="T90" fmla="*/ 218 w 670"/>
                              <a:gd name="T91" fmla="*/ 145 h 428"/>
                              <a:gd name="T92" fmla="*/ 295 w 670"/>
                              <a:gd name="T93" fmla="*/ 93 h 428"/>
                              <a:gd name="T94" fmla="*/ 370 w 670"/>
                              <a:gd name="T95" fmla="*/ 47 h 428"/>
                              <a:gd name="T96" fmla="*/ 423 w 670"/>
                              <a:gd name="T97" fmla="*/ 0 h 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670" h="428">
                                <a:moveTo>
                                  <a:pt x="423" y="0"/>
                                </a:moveTo>
                                <a:lnTo>
                                  <a:pt x="423" y="6"/>
                                </a:lnTo>
                                <a:lnTo>
                                  <a:pt x="425" y="22"/>
                                </a:lnTo>
                                <a:lnTo>
                                  <a:pt x="427" y="43"/>
                                </a:lnTo>
                                <a:lnTo>
                                  <a:pt x="425" y="73"/>
                                </a:lnTo>
                                <a:lnTo>
                                  <a:pt x="420" y="109"/>
                                </a:lnTo>
                                <a:lnTo>
                                  <a:pt x="411" y="146"/>
                                </a:lnTo>
                                <a:lnTo>
                                  <a:pt x="395" y="187"/>
                                </a:lnTo>
                                <a:lnTo>
                                  <a:pt x="387" y="203"/>
                                </a:lnTo>
                                <a:lnTo>
                                  <a:pt x="378" y="221"/>
                                </a:lnTo>
                                <a:lnTo>
                                  <a:pt x="368" y="241"/>
                                </a:lnTo>
                                <a:lnTo>
                                  <a:pt x="359" y="255"/>
                                </a:lnTo>
                                <a:lnTo>
                                  <a:pt x="378" y="269"/>
                                </a:lnTo>
                                <a:lnTo>
                                  <a:pt x="396" y="287"/>
                                </a:lnTo>
                                <a:lnTo>
                                  <a:pt x="416" y="309"/>
                                </a:lnTo>
                                <a:lnTo>
                                  <a:pt x="441" y="332"/>
                                </a:lnTo>
                                <a:lnTo>
                                  <a:pt x="453" y="337"/>
                                </a:lnTo>
                                <a:lnTo>
                                  <a:pt x="471" y="337"/>
                                </a:lnTo>
                                <a:lnTo>
                                  <a:pt x="493" y="335"/>
                                </a:lnTo>
                                <a:lnTo>
                                  <a:pt x="520" y="330"/>
                                </a:lnTo>
                                <a:lnTo>
                                  <a:pt x="546" y="325"/>
                                </a:lnTo>
                                <a:lnTo>
                                  <a:pt x="573" y="319"/>
                                </a:lnTo>
                                <a:lnTo>
                                  <a:pt x="598" y="316"/>
                                </a:lnTo>
                                <a:lnTo>
                                  <a:pt x="621" y="314"/>
                                </a:lnTo>
                                <a:lnTo>
                                  <a:pt x="637" y="316"/>
                                </a:lnTo>
                                <a:lnTo>
                                  <a:pt x="648" y="321"/>
                                </a:lnTo>
                                <a:lnTo>
                                  <a:pt x="652" y="332"/>
                                </a:lnTo>
                                <a:lnTo>
                                  <a:pt x="646" y="341"/>
                                </a:lnTo>
                                <a:lnTo>
                                  <a:pt x="636" y="351"/>
                                </a:lnTo>
                                <a:lnTo>
                                  <a:pt x="625" y="362"/>
                                </a:lnTo>
                                <a:lnTo>
                                  <a:pt x="614" y="373"/>
                                </a:lnTo>
                                <a:lnTo>
                                  <a:pt x="609" y="385"/>
                                </a:lnTo>
                                <a:lnTo>
                                  <a:pt x="612" y="392"/>
                                </a:lnTo>
                                <a:lnTo>
                                  <a:pt x="620" y="396"/>
                                </a:lnTo>
                                <a:lnTo>
                                  <a:pt x="632" y="398"/>
                                </a:lnTo>
                                <a:lnTo>
                                  <a:pt x="645" y="398"/>
                                </a:lnTo>
                                <a:lnTo>
                                  <a:pt x="657" y="398"/>
                                </a:lnTo>
                                <a:lnTo>
                                  <a:pt x="666" y="398"/>
                                </a:lnTo>
                                <a:lnTo>
                                  <a:pt x="670" y="401"/>
                                </a:lnTo>
                                <a:lnTo>
                                  <a:pt x="670" y="401"/>
                                </a:lnTo>
                                <a:lnTo>
                                  <a:pt x="664" y="405"/>
                                </a:lnTo>
                                <a:lnTo>
                                  <a:pt x="653" y="408"/>
                                </a:lnTo>
                                <a:lnTo>
                                  <a:pt x="634" y="408"/>
                                </a:lnTo>
                                <a:lnTo>
                                  <a:pt x="607" y="407"/>
                                </a:lnTo>
                                <a:lnTo>
                                  <a:pt x="578" y="405"/>
                                </a:lnTo>
                                <a:lnTo>
                                  <a:pt x="546" y="399"/>
                                </a:lnTo>
                                <a:lnTo>
                                  <a:pt x="512" y="394"/>
                                </a:lnTo>
                                <a:lnTo>
                                  <a:pt x="482" y="389"/>
                                </a:lnTo>
                                <a:lnTo>
                                  <a:pt x="453" y="383"/>
                                </a:lnTo>
                                <a:lnTo>
                                  <a:pt x="430" y="378"/>
                                </a:lnTo>
                                <a:lnTo>
                                  <a:pt x="416" y="374"/>
                                </a:lnTo>
                                <a:lnTo>
                                  <a:pt x="409" y="374"/>
                                </a:lnTo>
                                <a:lnTo>
                                  <a:pt x="357" y="398"/>
                                </a:lnTo>
                                <a:lnTo>
                                  <a:pt x="311" y="414"/>
                                </a:lnTo>
                                <a:lnTo>
                                  <a:pt x="271" y="424"/>
                                </a:lnTo>
                                <a:lnTo>
                                  <a:pt x="236" y="428"/>
                                </a:lnTo>
                                <a:lnTo>
                                  <a:pt x="205" y="426"/>
                                </a:lnTo>
                                <a:lnTo>
                                  <a:pt x="179" y="419"/>
                                </a:lnTo>
                                <a:lnTo>
                                  <a:pt x="155" y="410"/>
                                </a:lnTo>
                                <a:lnTo>
                                  <a:pt x="137" y="396"/>
                                </a:lnTo>
                                <a:lnTo>
                                  <a:pt x="121" y="378"/>
                                </a:lnTo>
                                <a:lnTo>
                                  <a:pt x="109" y="360"/>
                                </a:lnTo>
                                <a:lnTo>
                                  <a:pt x="100" y="339"/>
                                </a:lnTo>
                                <a:lnTo>
                                  <a:pt x="93" y="317"/>
                                </a:lnTo>
                                <a:lnTo>
                                  <a:pt x="86" y="296"/>
                                </a:lnTo>
                                <a:lnTo>
                                  <a:pt x="82" y="275"/>
                                </a:lnTo>
                                <a:lnTo>
                                  <a:pt x="79" y="253"/>
                                </a:lnTo>
                                <a:lnTo>
                                  <a:pt x="71" y="234"/>
                                </a:lnTo>
                                <a:lnTo>
                                  <a:pt x="62" y="219"/>
                                </a:lnTo>
                                <a:lnTo>
                                  <a:pt x="50" y="211"/>
                                </a:lnTo>
                                <a:lnTo>
                                  <a:pt x="36" y="205"/>
                                </a:lnTo>
                                <a:lnTo>
                                  <a:pt x="23" y="202"/>
                                </a:lnTo>
                                <a:lnTo>
                                  <a:pt x="12" y="200"/>
                                </a:lnTo>
                                <a:lnTo>
                                  <a:pt x="4" y="198"/>
                                </a:lnTo>
                                <a:lnTo>
                                  <a:pt x="0" y="196"/>
                                </a:lnTo>
                                <a:lnTo>
                                  <a:pt x="2" y="191"/>
                                </a:lnTo>
                                <a:lnTo>
                                  <a:pt x="7" y="187"/>
                                </a:lnTo>
                                <a:lnTo>
                                  <a:pt x="14" y="180"/>
                                </a:lnTo>
                                <a:lnTo>
                                  <a:pt x="23" y="170"/>
                                </a:lnTo>
                                <a:lnTo>
                                  <a:pt x="32" y="154"/>
                                </a:lnTo>
                                <a:lnTo>
                                  <a:pt x="41" y="134"/>
                                </a:lnTo>
                                <a:lnTo>
                                  <a:pt x="50" y="113"/>
                                </a:lnTo>
                                <a:lnTo>
                                  <a:pt x="62" y="98"/>
                                </a:lnTo>
                                <a:lnTo>
                                  <a:pt x="80" y="89"/>
                                </a:lnTo>
                                <a:lnTo>
                                  <a:pt x="100" y="86"/>
                                </a:lnTo>
                                <a:lnTo>
                                  <a:pt x="120" y="88"/>
                                </a:lnTo>
                                <a:lnTo>
                                  <a:pt x="139" y="93"/>
                                </a:lnTo>
                                <a:lnTo>
                                  <a:pt x="157" y="105"/>
                                </a:lnTo>
                                <a:lnTo>
                                  <a:pt x="171" y="123"/>
                                </a:lnTo>
                                <a:lnTo>
                                  <a:pt x="182" y="146"/>
                                </a:lnTo>
                                <a:lnTo>
                                  <a:pt x="186" y="175"/>
                                </a:lnTo>
                                <a:lnTo>
                                  <a:pt x="218" y="145"/>
                                </a:lnTo>
                                <a:lnTo>
                                  <a:pt x="255" y="118"/>
                                </a:lnTo>
                                <a:lnTo>
                                  <a:pt x="295" y="93"/>
                                </a:lnTo>
                                <a:lnTo>
                                  <a:pt x="334" y="70"/>
                                </a:lnTo>
                                <a:lnTo>
                                  <a:pt x="370" y="47"/>
                                </a:lnTo>
                                <a:lnTo>
                                  <a:pt x="400" y="24"/>
                                </a:lnTo>
                                <a:lnTo>
                                  <a:pt x="4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0">
                            <a:solidFill>
                              <a:schemeClr val="accent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4248150" y="52387"/>
                            <a:ext cx="274638" cy="242888"/>
                          </a:xfrm>
                          <a:custGeom>
                            <a:avLst/>
                            <a:gdLst>
                              <a:gd name="T0" fmla="*/ 346 w 346"/>
                              <a:gd name="T1" fmla="*/ 0 h 307"/>
                              <a:gd name="T2" fmla="*/ 337 w 346"/>
                              <a:gd name="T3" fmla="*/ 52 h 307"/>
                              <a:gd name="T4" fmla="*/ 325 w 346"/>
                              <a:gd name="T5" fmla="*/ 100 h 307"/>
                              <a:gd name="T6" fmla="*/ 307 w 346"/>
                              <a:gd name="T7" fmla="*/ 145 h 307"/>
                              <a:gd name="T8" fmla="*/ 286 w 346"/>
                              <a:gd name="T9" fmla="*/ 186 h 307"/>
                              <a:gd name="T10" fmla="*/ 257 w 346"/>
                              <a:gd name="T11" fmla="*/ 219 h 307"/>
                              <a:gd name="T12" fmla="*/ 225 w 346"/>
                              <a:gd name="T13" fmla="*/ 250 h 307"/>
                              <a:gd name="T14" fmla="*/ 187 w 346"/>
                              <a:gd name="T15" fmla="*/ 275 h 307"/>
                              <a:gd name="T16" fmla="*/ 143 w 346"/>
                              <a:gd name="T17" fmla="*/ 292 h 307"/>
                              <a:gd name="T18" fmla="*/ 105 w 346"/>
                              <a:gd name="T19" fmla="*/ 303 h 307"/>
                              <a:gd name="T20" fmla="*/ 71 w 346"/>
                              <a:gd name="T21" fmla="*/ 307 h 307"/>
                              <a:gd name="T22" fmla="*/ 45 w 346"/>
                              <a:gd name="T23" fmla="*/ 301 h 307"/>
                              <a:gd name="T24" fmla="*/ 25 w 346"/>
                              <a:gd name="T25" fmla="*/ 291 h 307"/>
                              <a:gd name="T26" fmla="*/ 9 w 346"/>
                              <a:gd name="T27" fmla="*/ 273 h 307"/>
                              <a:gd name="T28" fmla="*/ 2 w 346"/>
                              <a:gd name="T29" fmla="*/ 250 h 307"/>
                              <a:gd name="T30" fmla="*/ 0 w 346"/>
                              <a:gd name="T31" fmla="*/ 225 h 307"/>
                              <a:gd name="T32" fmla="*/ 7 w 346"/>
                              <a:gd name="T33" fmla="*/ 196 h 307"/>
                              <a:gd name="T34" fmla="*/ 21 w 346"/>
                              <a:gd name="T35" fmla="*/ 166 h 307"/>
                              <a:gd name="T36" fmla="*/ 46 w 346"/>
                              <a:gd name="T37" fmla="*/ 137 h 307"/>
                              <a:gd name="T38" fmla="*/ 79 w 346"/>
                              <a:gd name="T39" fmla="*/ 109 h 307"/>
                              <a:gd name="T40" fmla="*/ 109 w 346"/>
                              <a:gd name="T41" fmla="*/ 89 h 307"/>
                              <a:gd name="T42" fmla="*/ 143 w 346"/>
                              <a:gd name="T43" fmla="*/ 73 h 307"/>
                              <a:gd name="T44" fmla="*/ 177 w 346"/>
                              <a:gd name="T45" fmla="*/ 61 h 307"/>
                              <a:gd name="T46" fmla="*/ 212 w 346"/>
                              <a:gd name="T47" fmla="*/ 50 h 307"/>
                              <a:gd name="T48" fmla="*/ 246 w 346"/>
                              <a:gd name="T49" fmla="*/ 41 h 307"/>
                              <a:gd name="T50" fmla="*/ 277 w 346"/>
                              <a:gd name="T51" fmla="*/ 34 h 307"/>
                              <a:gd name="T52" fmla="*/ 305 w 346"/>
                              <a:gd name="T53" fmla="*/ 27 h 307"/>
                              <a:gd name="T54" fmla="*/ 327 w 346"/>
                              <a:gd name="T55" fmla="*/ 20 h 307"/>
                              <a:gd name="T56" fmla="*/ 341 w 346"/>
                              <a:gd name="T57" fmla="*/ 11 h 307"/>
                              <a:gd name="T58" fmla="*/ 346 w 346"/>
                              <a:gd name="T59" fmla="*/ 0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46" h="307">
                                <a:moveTo>
                                  <a:pt x="346" y="0"/>
                                </a:moveTo>
                                <a:lnTo>
                                  <a:pt x="337" y="52"/>
                                </a:lnTo>
                                <a:lnTo>
                                  <a:pt x="325" y="100"/>
                                </a:lnTo>
                                <a:lnTo>
                                  <a:pt x="307" y="145"/>
                                </a:lnTo>
                                <a:lnTo>
                                  <a:pt x="286" y="186"/>
                                </a:lnTo>
                                <a:lnTo>
                                  <a:pt x="257" y="219"/>
                                </a:lnTo>
                                <a:lnTo>
                                  <a:pt x="225" y="250"/>
                                </a:lnTo>
                                <a:lnTo>
                                  <a:pt x="187" y="275"/>
                                </a:lnTo>
                                <a:lnTo>
                                  <a:pt x="143" y="292"/>
                                </a:lnTo>
                                <a:lnTo>
                                  <a:pt x="105" y="303"/>
                                </a:lnTo>
                                <a:lnTo>
                                  <a:pt x="71" y="307"/>
                                </a:lnTo>
                                <a:lnTo>
                                  <a:pt x="45" y="301"/>
                                </a:lnTo>
                                <a:lnTo>
                                  <a:pt x="25" y="291"/>
                                </a:lnTo>
                                <a:lnTo>
                                  <a:pt x="9" y="273"/>
                                </a:lnTo>
                                <a:lnTo>
                                  <a:pt x="2" y="250"/>
                                </a:lnTo>
                                <a:lnTo>
                                  <a:pt x="0" y="225"/>
                                </a:lnTo>
                                <a:lnTo>
                                  <a:pt x="7" y="196"/>
                                </a:lnTo>
                                <a:lnTo>
                                  <a:pt x="21" y="166"/>
                                </a:lnTo>
                                <a:lnTo>
                                  <a:pt x="46" y="137"/>
                                </a:lnTo>
                                <a:lnTo>
                                  <a:pt x="79" y="109"/>
                                </a:lnTo>
                                <a:lnTo>
                                  <a:pt x="109" y="89"/>
                                </a:lnTo>
                                <a:lnTo>
                                  <a:pt x="143" y="73"/>
                                </a:lnTo>
                                <a:lnTo>
                                  <a:pt x="177" y="61"/>
                                </a:lnTo>
                                <a:lnTo>
                                  <a:pt x="212" y="50"/>
                                </a:lnTo>
                                <a:lnTo>
                                  <a:pt x="246" y="41"/>
                                </a:lnTo>
                                <a:lnTo>
                                  <a:pt x="277" y="34"/>
                                </a:lnTo>
                                <a:lnTo>
                                  <a:pt x="305" y="27"/>
                                </a:lnTo>
                                <a:lnTo>
                                  <a:pt x="327" y="20"/>
                                </a:lnTo>
                                <a:lnTo>
                                  <a:pt x="341" y="11"/>
                                </a:lnTo>
                                <a:lnTo>
                                  <a:pt x="3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0" y="708025"/>
                            <a:ext cx="4519613" cy="368300"/>
                          </a:xfrm>
                          <a:custGeom>
                            <a:avLst/>
                            <a:gdLst>
                              <a:gd name="T0" fmla="*/ 5690 w 5694"/>
                              <a:gd name="T1" fmla="*/ 0 h 463"/>
                              <a:gd name="T2" fmla="*/ 5692 w 5694"/>
                              <a:gd name="T3" fmla="*/ 5 h 463"/>
                              <a:gd name="T4" fmla="*/ 5658 w 5694"/>
                              <a:gd name="T5" fmla="*/ 39 h 463"/>
                              <a:gd name="T6" fmla="*/ 5624 w 5694"/>
                              <a:gd name="T7" fmla="*/ 100 h 463"/>
                              <a:gd name="T8" fmla="*/ 5599 w 5694"/>
                              <a:gd name="T9" fmla="*/ 178 h 463"/>
                              <a:gd name="T10" fmla="*/ 5146 w 5694"/>
                              <a:gd name="T11" fmla="*/ 285 h 463"/>
                              <a:gd name="T12" fmla="*/ 4689 w 5694"/>
                              <a:gd name="T13" fmla="*/ 369 h 463"/>
                              <a:gd name="T14" fmla="*/ 4315 w 5694"/>
                              <a:gd name="T15" fmla="*/ 419 h 463"/>
                              <a:gd name="T16" fmla="*/ 3955 w 5694"/>
                              <a:gd name="T17" fmla="*/ 452 h 463"/>
                              <a:gd name="T18" fmla="*/ 3594 w 5694"/>
                              <a:gd name="T19" fmla="*/ 463 h 463"/>
                              <a:gd name="T20" fmla="*/ 2873 w 5694"/>
                              <a:gd name="T21" fmla="*/ 445 h 463"/>
                              <a:gd name="T22" fmla="*/ 2153 w 5694"/>
                              <a:gd name="T23" fmla="*/ 390 h 463"/>
                              <a:gd name="T24" fmla="*/ 1298 w 5694"/>
                              <a:gd name="T25" fmla="*/ 297 h 463"/>
                              <a:gd name="T26" fmla="*/ 1027 w 5694"/>
                              <a:gd name="T27" fmla="*/ 272 h 463"/>
                              <a:gd name="T28" fmla="*/ 757 w 5694"/>
                              <a:gd name="T29" fmla="*/ 251 h 463"/>
                              <a:gd name="T30" fmla="*/ 477 w 5694"/>
                              <a:gd name="T31" fmla="*/ 235 h 463"/>
                              <a:gd name="T32" fmla="*/ 177 w 5694"/>
                              <a:gd name="T33" fmla="*/ 226 h 463"/>
                              <a:gd name="T34" fmla="*/ 7 w 5694"/>
                              <a:gd name="T35" fmla="*/ 223 h 463"/>
                              <a:gd name="T36" fmla="*/ 2 w 5694"/>
                              <a:gd name="T37" fmla="*/ 219 h 463"/>
                              <a:gd name="T38" fmla="*/ 0 w 5694"/>
                              <a:gd name="T39" fmla="*/ 214 h 463"/>
                              <a:gd name="T40" fmla="*/ 5 w 5694"/>
                              <a:gd name="T41" fmla="*/ 212 h 463"/>
                              <a:gd name="T42" fmla="*/ 580 w 5694"/>
                              <a:gd name="T43" fmla="*/ 212 h 463"/>
                              <a:gd name="T44" fmla="*/ 1157 w 5694"/>
                              <a:gd name="T45" fmla="*/ 237 h 463"/>
                              <a:gd name="T46" fmla="*/ 1802 w 5694"/>
                              <a:gd name="T47" fmla="*/ 283 h 463"/>
                              <a:gd name="T48" fmla="*/ 2519 w 5694"/>
                              <a:gd name="T49" fmla="*/ 340 h 463"/>
                              <a:gd name="T50" fmla="*/ 3235 w 5694"/>
                              <a:gd name="T51" fmla="*/ 378 h 463"/>
                              <a:gd name="T52" fmla="*/ 3773 w 5694"/>
                              <a:gd name="T53" fmla="*/ 383 h 463"/>
                              <a:gd name="T54" fmla="*/ 4130 w 5694"/>
                              <a:gd name="T55" fmla="*/ 369 h 463"/>
                              <a:gd name="T56" fmla="*/ 4448 w 5694"/>
                              <a:gd name="T57" fmla="*/ 337 h 463"/>
                              <a:gd name="T58" fmla="*/ 4896 w 5694"/>
                              <a:gd name="T59" fmla="*/ 251 h 463"/>
                              <a:gd name="T60" fmla="*/ 5340 w 5694"/>
                              <a:gd name="T61" fmla="*/ 139 h 463"/>
                              <a:gd name="T62" fmla="*/ 4905 w 5694"/>
                              <a:gd name="T63" fmla="*/ 169 h 463"/>
                              <a:gd name="T64" fmla="*/ 4487 w 5694"/>
                              <a:gd name="T65" fmla="*/ 162 h 463"/>
                              <a:gd name="T66" fmla="*/ 4090 w 5694"/>
                              <a:gd name="T67" fmla="*/ 125 h 463"/>
                              <a:gd name="T68" fmla="*/ 3699 w 5694"/>
                              <a:gd name="T69" fmla="*/ 57 h 463"/>
                              <a:gd name="T70" fmla="*/ 3696 w 5694"/>
                              <a:gd name="T71" fmla="*/ 55 h 463"/>
                              <a:gd name="T72" fmla="*/ 3696 w 5694"/>
                              <a:gd name="T73" fmla="*/ 50 h 463"/>
                              <a:gd name="T74" fmla="*/ 3698 w 5694"/>
                              <a:gd name="T75" fmla="*/ 46 h 463"/>
                              <a:gd name="T76" fmla="*/ 3896 w 5694"/>
                              <a:gd name="T77" fmla="*/ 76 h 463"/>
                              <a:gd name="T78" fmla="*/ 4290 w 5694"/>
                              <a:gd name="T79" fmla="*/ 117 h 463"/>
                              <a:gd name="T80" fmla="*/ 4685 w 5694"/>
                              <a:gd name="T81" fmla="*/ 128 h 463"/>
                              <a:gd name="T82" fmla="*/ 5080 w 5694"/>
                              <a:gd name="T83" fmla="*/ 103 h 463"/>
                              <a:gd name="T84" fmla="*/ 5469 w 5694"/>
                              <a:gd name="T85" fmla="*/ 44 h 463"/>
                              <a:gd name="T86" fmla="*/ 5672 w 5694"/>
                              <a:gd name="T87" fmla="*/ 0 h 4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5694" h="463">
                                <a:moveTo>
                                  <a:pt x="5683" y="0"/>
                                </a:moveTo>
                                <a:lnTo>
                                  <a:pt x="5690" y="0"/>
                                </a:lnTo>
                                <a:lnTo>
                                  <a:pt x="5694" y="2"/>
                                </a:lnTo>
                                <a:lnTo>
                                  <a:pt x="5692" y="5"/>
                                </a:lnTo>
                                <a:lnTo>
                                  <a:pt x="5676" y="19"/>
                                </a:lnTo>
                                <a:lnTo>
                                  <a:pt x="5658" y="39"/>
                                </a:lnTo>
                                <a:lnTo>
                                  <a:pt x="5640" y="68"/>
                                </a:lnTo>
                                <a:lnTo>
                                  <a:pt x="5624" y="100"/>
                                </a:lnTo>
                                <a:lnTo>
                                  <a:pt x="5610" y="139"/>
                                </a:lnTo>
                                <a:lnTo>
                                  <a:pt x="5599" y="178"/>
                                </a:lnTo>
                                <a:lnTo>
                                  <a:pt x="5374" y="235"/>
                                </a:lnTo>
                                <a:lnTo>
                                  <a:pt x="5146" y="285"/>
                                </a:lnTo>
                                <a:lnTo>
                                  <a:pt x="4917" y="329"/>
                                </a:lnTo>
                                <a:lnTo>
                                  <a:pt x="4689" y="369"/>
                                </a:lnTo>
                                <a:lnTo>
                                  <a:pt x="4456" y="399"/>
                                </a:lnTo>
                                <a:lnTo>
                                  <a:pt x="4315" y="419"/>
                                </a:lnTo>
                                <a:lnTo>
                                  <a:pt x="4135" y="440"/>
                                </a:lnTo>
                                <a:lnTo>
                                  <a:pt x="3955" y="452"/>
                                </a:lnTo>
                                <a:lnTo>
                                  <a:pt x="3774" y="461"/>
                                </a:lnTo>
                                <a:lnTo>
                                  <a:pt x="3594" y="463"/>
                                </a:lnTo>
                                <a:lnTo>
                                  <a:pt x="3233" y="459"/>
                                </a:lnTo>
                                <a:lnTo>
                                  <a:pt x="2873" y="445"/>
                                </a:lnTo>
                                <a:lnTo>
                                  <a:pt x="2512" y="422"/>
                                </a:lnTo>
                                <a:lnTo>
                                  <a:pt x="2153" y="390"/>
                                </a:lnTo>
                                <a:lnTo>
                                  <a:pt x="1439" y="312"/>
                                </a:lnTo>
                                <a:lnTo>
                                  <a:pt x="1298" y="297"/>
                                </a:lnTo>
                                <a:lnTo>
                                  <a:pt x="1161" y="285"/>
                                </a:lnTo>
                                <a:lnTo>
                                  <a:pt x="1027" y="272"/>
                                </a:lnTo>
                                <a:lnTo>
                                  <a:pt x="891" y="262"/>
                                </a:lnTo>
                                <a:lnTo>
                                  <a:pt x="757" y="251"/>
                                </a:lnTo>
                                <a:lnTo>
                                  <a:pt x="620" y="242"/>
                                </a:lnTo>
                                <a:lnTo>
                                  <a:pt x="477" y="235"/>
                                </a:lnTo>
                                <a:lnTo>
                                  <a:pt x="330" y="230"/>
                                </a:lnTo>
                                <a:lnTo>
                                  <a:pt x="177" y="226"/>
                                </a:lnTo>
                                <a:lnTo>
                                  <a:pt x="14" y="223"/>
                                </a:lnTo>
                                <a:lnTo>
                                  <a:pt x="7" y="223"/>
                                </a:lnTo>
                                <a:lnTo>
                                  <a:pt x="4" y="221"/>
                                </a:lnTo>
                                <a:lnTo>
                                  <a:pt x="2" y="219"/>
                                </a:lnTo>
                                <a:lnTo>
                                  <a:pt x="0" y="217"/>
                                </a:lnTo>
                                <a:lnTo>
                                  <a:pt x="0" y="214"/>
                                </a:lnTo>
                                <a:lnTo>
                                  <a:pt x="2" y="214"/>
                                </a:lnTo>
                                <a:lnTo>
                                  <a:pt x="5" y="212"/>
                                </a:lnTo>
                                <a:lnTo>
                                  <a:pt x="293" y="208"/>
                                </a:lnTo>
                                <a:lnTo>
                                  <a:pt x="580" y="212"/>
                                </a:lnTo>
                                <a:lnTo>
                                  <a:pt x="870" y="221"/>
                                </a:lnTo>
                                <a:lnTo>
                                  <a:pt x="1157" y="237"/>
                                </a:lnTo>
                                <a:lnTo>
                                  <a:pt x="1443" y="256"/>
                                </a:lnTo>
                                <a:lnTo>
                                  <a:pt x="1802" y="283"/>
                                </a:lnTo>
                                <a:lnTo>
                                  <a:pt x="2160" y="313"/>
                                </a:lnTo>
                                <a:lnTo>
                                  <a:pt x="2519" y="340"/>
                                </a:lnTo>
                                <a:lnTo>
                                  <a:pt x="2876" y="363"/>
                                </a:lnTo>
                                <a:lnTo>
                                  <a:pt x="3235" y="378"/>
                                </a:lnTo>
                                <a:lnTo>
                                  <a:pt x="3594" y="383"/>
                                </a:lnTo>
                                <a:lnTo>
                                  <a:pt x="3773" y="383"/>
                                </a:lnTo>
                                <a:lnTo>
                                  <a:pt x="3951" y="378"/>
                                </a:lnTo>
                                <a:lnTo>
                                  <a:pt x="4130" y="369"/>
                                </a:lnTo>
                                <a:lnTo>
                                  <a:pt x="4308" y="353"/>
                                </a:lnTo>
                                <a:lnTo>
                                  <a:pt x="4448" y="337"/>
                                </a:lnTo>
                                <a:lnTo>
                                  <a:pt x="4673" y="297"/>
                                </a:lnTo>
                                <a:lnTo>
                                  <a:pt x="4896" y="251"/>
                                </a:lnTo>
                                <a:lnTo>
                                  <a:pt x="5119" y="198"/>
                                </a:lnTo>
                                <a:lnTo>
                                  <a:pt x="5340" y="139"/>
                                </a:lnTo>
                                <a:lnTo>
                                  <a:pt x="5122" y="160"/>
                                </a:lnTo>
                                <a:lnTo>
                                  <a:pt x="4905" y="169"/>
                                </a:lnTo>
                                <a:lnTo>
                                  <a:pt x="4685" y="169"/>
                                </a:lnTo>
                                <a:lnTo>
                                  <a:pt x="4487" y="162"/>
                                </a:lnTo>
                                <a:lnTo>
                                  <a:pt x="4289" y="146"/>
                                </a:lnTo>
                                <a:lnTo>
                                  <a:pt x="4090" y="125"/>
                                </a:lnTo>
                                <a:lnTo>
                                  <a:pt x="3894" y="94"/>
                                </a:lnTo>
                                <a:lnTo>
                                  <a:pt x="3699" y="57"/>
                                </a:lnTo>
                                <a:lnTo>
                                  <a:pt x="3698" y="57"/>
                                </a:lnTo>
                                <a:lnTo>
                                  <a:pt x="3696" y="55"/>
                                </a:lnTo>
                                <a:lnTo>
                                  <a:pt x="3696" y="52"/>
                                </a:lnTo>
                                <a:lnTo>
                                  <a:pt x="3696" y="50"/>
                                </a:lnTo>
                                <a:lnTo>
                                  <a:pt x="3696" y="48"/>
                                </a:lnTo>
                                <a:lnTo>
                                  <a:pt x="3698" y="46"/>
                                </a:lnTo>
                                <a:lnTo>
                                  <a:pt x="3701" y="46"/>
                                </a:lnTo>
                                <a:lnTo>
                                  <a:pt x="3896" y="76"/>
                                </a:lnTo>
                                <a:lnTo>
                                  <a:pt x="4094" y="101"/>
                                </a:lnTo>
                                <a:lnTo>
                                  <a:pt x="4290" y="117"/>
                                </a:lnTo>
                                <a:lnTo>
                                  <a:pt x="4489" y="128"/>
                                </a:lnTo>
                                <a:lnTo>
                                  <a:pt x="4685" y="128"/>
                                </a:lnTo>
                                <a:lnTo>
                                  <a:pt x="4883" y="121"/>
                                </a:lnTo>
                                <a:lnTo>
                                  <a:pt x="5080" y="103"/>
                                </a:lnTo>
                                <a:lnTo>
                                  <a:pt x="5276" y="78"/>
                                </a:lnTo>
                                <a:lnTo>
                                  <a:pt x="5469" y="44"/>
                                </a:lnTo>
                                <a:lnTo>
                                  <a:pt x="5662" y="2"/>
                                </a:lnTo>
                                <a:lnTo>
                                  <a:pt x="5672" y="0"/>
                                </a:lnTo>
                                <a:lnTo>
                                  <a:pt x="5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03B17"/>
                          </a:solidFill>
                          <a:ln w="0">
                            <a:solidFill>
                              <a:srgbClr val="603B17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 noEditPoints="1"/>
                        </wps:cNvSpPr>
                        <wps:spPr bwMode="auto">
                          <a:xfrm>
                            <a:off x="2373313" y="942975"/>
                            <a:ext cx="127000" cy="93663"/>
                          </a:xfrm>
                          <a:custGeom>
                            <a:avLst/>
                            <a:gdLst>
                              <a:gd name="T0" fmla="*/ 114 w 159"/>
                              <a:gd name="T1" fmla="*/ 28 h 119"/>
                              <a:gd name="T2" fmla="*/ 135 w 159"/>
                              <a:gd name="T3" fmla="*/ 33 h 119"/>
                              <a:gd name="T4" fmla="*/ 134 w 159"/>
                              <a:gd name="T5" fmla="*/ 37 h 119"/>
                              <a:gd name="T6" fmla="*/ 135 w 159"/>
                              <a:gd name="T7" fmla="*/ 42 h 119"/>
                              <a:gd name="T8" fmla="*/ 135 w 159"/>
                              <a:gd name="T9" fmla="*/ 51 h 119"/>
                              <a:gd name="T10" fmla="*/ 139 w 159"/>
                              <a:gd name="T11" fmla="*/ 66 h 119"/>
                              <a:gd name="T12" fmla="*/ 148 w 159"/>
                              <a:gd name="T13" fmla="*/ 76 h 119"/>
                              <a:gd name="T14" fmla="*/ 155 w 159"/>
                              <a:gd name="T15" fmla="*/ 83 h 119"/>
                              <a:gd name="T16" fmla="*/ 159 w 159"/>
                              <a:gd name="T17" fmla="*/ 85 h 119"/>
                              <a:gd name="T18" fmla="*/ 148 w 159"/>
                              <a:gd name="T19" fmla="*/ 85 h 119"/>
                              <a:gd name="T20" fmla="*/ 137 w 159"/>
                              <a:gd name="T21" fmla="*/ 83 h 119"/>
                              <a:gd name="T22" fmla="*/ 126 w 159"/>
                              <a:gd name="T23" fmla="*/ 85 h 119"/>
                              <a:gd name="T24" fmla="*/ 109 w 159"/>
                              <a:gd name="T25" fmla="*/ 96 h 119"/>
                              <a:gd name="T26" fmla="*/ 92 w 159"/>
                              <a:gd name="T27" fmla="*/ 110 h 119"/>
                              <a:gd name="T28" fmla="*/ 76 w 159"/>
                              <a:gd name="T29" fmla="*/ 119 h 119"/>
                              <a:gd name="T30" fmla="*/ 78 w 159"/>
                              <a:gd name="T31" fmla="*/ 115 h 119"/>
                              <a:gd name="T32" fmla="*/ 84 w 159"/>
                              <a:gd name="T33" fmla="*/ 108 h 119"/>
                              <a:gd name="T34" fmla="*/ 91 w 159"/>
                              <a:gd name="T35" fmla="*/ 98 h 119"/>
                              <a:gd name="T36" fmla="*/ 98 w 159"/>
                              <a:gd name="T37" fmla="*/ 85 h 119"/>
                              <a:gd name="T38" fmla="*/ 103 w 159"/>
                              <a:gd name="T39" fmla="*/ 73 h 119"/>
                              <a:gd name="T40" fmla="*/ 109 w 159"/>
                              <a:gd name="T41" fmla="*/ 62 h 119"/>
                              <a:gd name="T42" fmla="*/ 112 w 159"/>
                              <a:gd name="T43" fmla="*/ 48 h 119"/>
                              <a:gd name="T44" fmla="*/ 114 w 159"/>
                              <a:gd name="T45" fmla="*/ 35 h 119"/>
                              <a:gd name="T46" fmla="*/ 114 w 159"/>
                              <a:gd name="T47" fmla="*/ 28 h 119"/>
                              <a:gd name="T48" fmla="*/ 39 w 159"/>
                              <a:gd name="T49" fmla="*/ 0 h 119"/>
                              <a:gd name="T50" fmla="*/ 60 w 159"/>
                              <a:gd name="T51" fmla="*/ 10 h 119"/>
                              <a:gd name="T52" fmla="*/ 59 w 159"/>
                              <a:gd name="T53" fmla="*/ 21 h 119"/>
                              <a:gd name="T54" fmla="*/ 55 w 159"/>
                              <a:gd name="T55" fmla="*/ 35 h 119"/>
                              <a:gd name="T56" fmla="*/ 53 w 159"/>
                              <a:gd name="T57" fmla="*/ 51 h 119"/>
                              <a:gd name="T58" fmla="*/ 57 w 159"/>
                              <a:gd name="T59" fmla="*/ 66 h 119"/>
                              <a:gd name="T60" fmla="*/ 64 w 159"/>
                              <a:gd name="T61" fmla="*/ 76 h 119"/>
                              <a:gd name="T62" fmla="*/ 71 w 159"/>
                              <a:gd name="T63" fmla="*/ 83 h 119"/>
                              <a:gd name="T64" fmla="*/ 75 w 159"/>
                              <a:gd name="T65" fmla="*/ 85 h 119"/>
                              <a:gd name="T66" fmla="*/ 64 w 159"/>
                              <a:gd name="T67" fmla="*/ 85 h 119"/>
                              <a:gd name="T68" fmla="*/ 55 w 159"/>
                              <a:gd name="T69" fmla="*/ 83 h 119"/>
                              <a:gd name="T70" fmla="*/ 44 w 159"/>
                              <a:gd name="T71" fmla="*/ 83 h 119"/>
                              <a:gd name="T72" fmla="*/ 32 w 159"/>
                              <a:gd name="T73" fmla="*/ 90 h 119"/>
                              <a:gd name="T74" fmla="*/ 21 w 159"/>
                              <a:gd name="T75" fmla="*/ 101 h 119"/>
                              <a:gd name="T76" fmla="*/ 10 w 159"/>
                              <a:gd name="T77" fmla="*/ 110 h 119"/>
                              <a:gd name="T78" fmla="*/ 0 w 159"/>
                              <a:gd name="T79" fmla="*/ 115 h 119"/>
                              <a:gd name="T80" fmla="*/ 1 w 159"/>
                              <a:gd name="T81" fmla="*/ 114 h 119"/>
                              <a:gd name="T82" fmla="*/ 7 w 159"/>
                              <a:gd name="T83" fmla="*/ 105 h 119"/>
                              <a:gd name="T84" fmla="*/ 12 w 159"/>
                              <a:gd name="T85" fmla="*/ 94 h 119"/>
                              <a:gd name="T86" fmla="*/ 17 w 159"/>
                              <a:gd name="T87" fmla="*/ 83 h 119"/>
                              <a:gd name="T88" fmla="*/ 25 w 159"/>
                              <a:gd name="T89" fmla="*/ 71 h 119"/>
                              <a:gd name="T90" fmla="*/ 30 w 159"/>
                              <a:gd name="T91" fmla="*/ 60 h 119"/>
                              <a:gd name="T92" fmla="*/ 35 w 159"/>
                              <a:gd name="T93" fmla="*/ 37 h 119"/>
                              <a:gd name="T94" fmla="*/ 39 w 159"/>
                              <a:gd name="T95" fmla="*/ 16 h 119"/>
                              <a:gd name="T96" fmla="*/ 39 w 159"/>
                              <a:gd name="T97" fmla="*/ 0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159" h="119">
                                <a:moveTo>
                                  <a:pt x="114" y="28"/>
                                </a:moveTo>
                                <a:lnTo>
                                  <a:pt x="135" y="33"/>
                                </a:lnTo>
                                <a:lnTo>
                                  <a:pt x="134" y="37"/>
                                </a:lnTo>
                                <a:lnTo>
                                  <a:pt x="135" y="42"/>
                                </a:lnTo>
                                <a:lnTo>
                                  <a:pt x="135" y="51"/>
                                </a:lnTo>
                                <a:lnTo>
                                  <a:pt x="139" y="66"/>
                                </a:lnTo>
                                <a:lnTo>
                                  <a:pt x="148" y="76"/>
                                </a:lnTo>
                                <a:lnTo>
                                  <a:pt x="155" y="83"/>
                                </a:lnTo>
                                <a:lnTo>
                                  <a:pt x="159" y="85"/>
                                </a:lnTo>
                                <a:lnTo>
                                  <a:pt x="148" y="85"/>
                                </a:lnTo>
                                <a:lnTo>
                                  <a:pt x="137" y="83"/>
                                </a:lnTo>
                                <a:lnTo>
                                  <a:pt x="126" y="85"/>
                                </a:lnTo>
                                <a:lnTo>
                                  <a:pt x="109" y="96"/>
                                </a:lnTo>
                                <a:lnTo>
                                  <a:pt x="92" y="110"/>
                                </a:lnTo>
                                <a:lnTo>
                                  <a:pt x="76" y="119"/>
                                </a:lnTo>
                                <a:lnTo>
                                  <a:pt x="78" y="115"/>
                                </a:lnTo>
                                <a:lnTo>
                                  <a:pt x="84" y="108"/>
                                </a:lnTo>
                                <a:lnTo>
                                  <a:pt x="91" y="98"/>
                                </a:lnTo>
                                <a:lnTo>
                                  <a:pt x="98" y="85"/>
                                </a:lnTo>
                                <a:lnTo>
                                  <a:pt x="103" y="73"/>
                                </a:lnTo>
                                <a:lnTo>
                                  <a:pt x="109" y="62"/>
                                </a:lnTo>
                                <a:lnTo>
                                  <a:pt x="112" y="48"/>
                                </a:lnTo>
                                <a:lnTo>
                                  <a:pt x="114" y="35"/>
                                </a:lnTo>
                                <a:lnTo>
                                  <a:pt x="114" y="28"/>
                                </a:lnTo>
                                <a:close/>
                                <a:moveTo>
                                  <a:pt x="39" y="0"/>
                                </a:moveTo>
                                <a:lnTo>
                                  <a:pt x="60" y="10"/>
                                </a:lnTo>
                                <a:lnTo>
                                  <a:pt x="59" y="21"/>
                                </a:lnTo>
                                <a:lnTo>
                                  <a:pt x="55" y="35"/>
                                </a:lnTo>
                                <a:lnTo>
                                  <a:pt x="53" y="51"/>
                                </a:lnTo>
                                <a:lnTo>
                                  <a:pt x="57" y="66"/>
                                </a:lnTo>
                                <a:lnTo>
                                  <a:pt x="64" y="76"/>
                                </a:lnTo>
                                <a:lnTo>
                                  <a:pt x="71" y="83"/>
                                </a:lnTo>
                                <a:lnTo>
                                  <a:pt x="75" y="85"/>
                                </a:lnTo>
                                <a:lnTo>
                                  <a:pt x="64" y="85"/>
                                </a:lnTo>
                                <a:lnTo>
                                  <a:pt x="55" y="83"/>
                                </a:lnTo>
                                <a:lnTo>
                                  <a:pt x="44" y="83"/>
                                </a:lnTo>
                                <a:lnTo>
                                  <a:pt x="32" y="90"/>
                                </a:lnTo>
                                <a:lnTo>
                                  <a:pt x="21" y="101"/>
                                </a:lnTo>
                                <a:lnTo>
                                  <a:pt x="10" y="110"/>
                                </a:lnTo>
                                <a:lnTo>
                                  <a:pt x="0" y="115"/>
                                </a:lnTo>
                                <a:lnTo>
                                  <a:pt x="1" y="114"/>
                                </a:lnTo>
                                <a:lnTo>
                                  <a:pt x="7" y="105"/>
                                </a:lnTo>
                                <a:lnTo>
                                  <a:pt x="12" y="94"/>
                                </a:lnTo>
                                <a:lnTo>
                                  <a:pt x="17" y="83"/>
                                </a:lnTo>
                                <a:lnTo>
                                  <a:pt x="25" y="71"/>
                                </a:lnTo>
                                <a:lnTo>
                                  <a:pt x="30" y="60"/>
                                </a:lnTo>
                                <a:lnTo>
                                  <a:pt x="35" y="37"/>
                                </a:lnTo>
                                <a:lnTo>
                                  <a:pt x="39" y="16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20"/>
                          </a:solidFill>
                          <a:ln w="0">
                            <a:solidFill>
                              <a:srgbClr val="FF810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2402F" id="Group 14" o:spid="_x0000_s1026" alt="Bird Graphic" style="position:absolute;margin-left:316pt;margin-top:475.2pt;width:367.2pt;height:93.6pt;z-index:-251658240;mso-position-horizontal:right;mso-position-horizontal-relative:margin;mso-position-vertical-relative:page" coordsize="46672,11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">
                <o:lock v:ext="edit" aspectratio="t"/>
                <v:shape id="Freeform 2" o:spid="_x0000_s1027" style="position:absolute;left:22399;top:5572;width:6858;height:6286;visibility:visible;mso-wrap-style:square;v-text-anchor:top" coordsize="864,7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wPM8UA&#10;AADaAAAADwAAAGRycy9kb3ducmV2LnhtbESPQWvCQBSE7wX/w/IKvRTdNAepqasUpaUIFtR48PbI&#10;vibR7Nuwu03iv3eFQo/DzHzDzJeDaURHzteWFbxMEhDEhdU1lwryw8f4FYQPyBoby6TgSh6Wi9HD&#10;HDNte95Rtw+liBD2GSqoQmgzKX1RkUE/sS1x9H6sMxiidKXUDvsIN41Mk2QqDdYcFypsaVVRcdn/&#10;GgXfztOmO27Pq7zML7P0c/3cn85KPT0O728gAg3hP/zX/tIKUrhfiT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A8zxQAAANoAAAAPAAAAAAAAAAAAAAAAAJgCAABkcnMv&#10;ZG93bnJldi54bWxQSwUGAAAAAAQABAD1AAAAigMAAAAA&#10;" path="m121,r23,2l168,9r17,13l198,36r9,16l212,72r2,17l216,109r2,16l219,139r4,13l230,159r64,37l348,230r45,32l428,292r31,29l482,348r20,26l518,401r12,27l541,453r11,28l557,487r14,10l591,512r25,16l646,547r32,20l710,588r34,22l775,631r28,19l828,668r20,16l859,697r5,9l859,711r-11,2l832,713r-18,l794,713r-14,2l768,718r-4,6l762,734r,13l762,761r2,12l762,784r-3,7l753,793r-10,-5l728,775,707,754,684,729,655,702,625,672,593,642,557,613,519,586,482,565,443,549r-40,-9l364,535r-41,-9l284,515,244,503,207,487,173,469,141,447,112,422,89,392,69,360,57,323,50,280r2,-46l59,182r2,-20l59,146,52,136,41,129,30,123,19,120r-8,-2l3,114,,111r3,-4l12,104,23,98,36,93,48,82,55,66,61,52,68,38,77,25,89,13,103,6,121,xe" fillcolor="#f05133 [3204]" strokecolor="#f05133 [3204]" strokeweight="0">
                  <v:path arrowok="t" o:connecttype="custom" o:connectlocs="114300,1585;146844,17440;164306,41223;169863,70555;173038,99094;177006,120498;233363,155379;311944,207700;364331,254472;398463,296488;420688,339297;438150,381312;453231,393996;488950,418572;538163,449489;590550,483577;637381,515287;673100,542240;685800,559681;673100,565230;646113,565230;619125,566816;606425,573950;604838,592184;606425,612795;602456,627065;589756,624686;561181,597733;519906,556510;470694,508945;411956,464551;351631,435219;288925,424121;225425,408266;164306,386069;111919,354359;70644,310758;45244,256058;41275,185503;48419,128425;41275,107814;23813,97508;8731,93544;0,87995;9525,82446;28575,73726;43656,52321;53975,30124;70644,10306;96044,0" o:connectangles="0,0,0,0,0,0,0,0,0,0,0,0,0,0,0,0,0,0,0,0,0,0,0,0,0,0,0,0,0,0,0,0,0,0,0,0,0,0,0,0,0,0,0,0,0,0,0,0,0,0"/>
                </v:shape>
                <v:shape id="Freeform 3" o:spid="_x0000_s1028" style="position:absolute;left:23193;top:6953;width:3937;height:2508;visibility:visible;mso-wrap-style:square;v-text-anchor:top" coordsize="496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6ME8MA&#10;AADaAAAADwAAAGRycy9kb3ducmV2LnhtbESPQYvCMBSE74L/IbyFvYimKopUo4gguIuwWPXg7dE8&#10;m7LNS2midv+9ERY8DjPzDbNYtbYSd2p86VjBcJCAIM6dLrlQcDpu+zMQPiBrrByTgj/ysFp2OwtM&#10;tXvwge5ZKESEsE9RgQmhTqX0uSGLfuBq4uhdXWMxRNkUUjf4iHBbyVGSTKXFkuOCwZo2hvLf7GYV&#10;jM69y5fZTsbTGX+T3//s5eSYK/X50a7nIAK14R3+b++0gjG8rsQb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6ME8MAAADaAAAADwAAAAAAAAAAAAAAAACYAgAAZHJzL2Rv&#10;d25yZXYueG1sUEsFBgAAAAAEAAQA9QAAAIgDAAAAAA==&#10;" path="m104,r35,2l180,11r41,17l245,43r26,17l298,80r29,23l354,126r28,25l407,174r25,22l454,217r17,16l484,247r9,9l496,258r-30,22l430,296r-41,10l346,313r-46,2l254,312r-49,-9l161,287,116,263,75,235,39,198,16,162,2,126,,94,5,66,20,41,41,21,70,7,104,xe" fillcolor="#f69684 [1940]" strokecolor="#f69684 [1940]" strokeweight="0">
                  <v:path arrowok="t" o:connecttype="custom" o:connectlocs="82550,0;110331,1593;142875,8759;175419,22296;194469,34240;215106,47776;236538,63702;259556,82016;280988,100330;303213,120237;323056,138551;342900,156069;360363,172791;373856,185531;384175,196679;391319,203845;393700,205438;369888,222956;341313,235696;308769,243659;274638,249232;238125,250825;201613,248436;162719,241270;127794,228529;92075,209419;59531,187123;30956,157661;12700,128996;1588,100330;0,74849;3969,52554;15875,32647;32544,16722;55563,5574;82550,0" o:connectangles="0,0,0,0,0,0,0,0,0,0,0,0,0,0,0,0,0,0,0,0,0,0,0,0,0,0,0,0,0,0,0,0,0,0,0,0"/>
                </v:shape>
                <v:shape id="Freeform 4" o:spid="_x0000_s1029" style="position:absolute;left:44164;top:3000;width:794;height:984;visibility:visible;mso-wrap-style:square;v-text-anchor:top" coordsize="10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2LcMA&#10;AADaAAAADwAAAGRycy9kb3ducmV2LnhtbESP0WrCQBRE3wv9h+UW+lY3lRBM6ipSEaJQirYfcNm9&#10;TaLZuyG7Ncnfu0Khj8PMnGGW69G24kq9bxwreJ0lIIi1Mw1XCr6/di8LED4gG2wdk4KJPKxXjw9L&#10;LIwb+EjXU6hEhLAvUEEdQldI6XVNFv3MdcTR+3G9xRBlX0nT4xDhtpXzJMmkxYbjQo0dvdekL6df&#10;GynVx3m6zPf6kDX5QudtuU0/S6Wen8bNG4hAY/gP/7VLoyCF+5V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i2LcMAAADaAAAADwAAAAAAAAAAAAAAAACYAgAAZHJzL2Rv&#10;d25yZXYueG1sUEsFBgAAAAAEAAQA9QAAAIgDAAAAAA==&#10;" path="m17,14r3,11l24,41r5,14l34,68r4,5l43,77r6,3l54,80r2,2l58,82r-6,4l47,86r-5,1l38,91r-9,11l24,114r-7,11l18,119r,-12l20,93r,-11l18,66,11,48,6,32,,21,17,14xm47,r5,7l58,12r5,6l67,21r3,4l81,29r9,1l97,29r3,l97,32r-4,4l90,39r-4,2l84,46,81,61r,16l77,91r,-4l74,78,70,68,67,55,63,46,56,34,43,20,31,9,47,xe" fillcolor="#f79420" strokecolor="#ff8105" strokeweight="0">
                  <v:path arrowok="t" o:connecttype="custom" o:connectlocs="13494,11024;15875,19685;19050,32283;23019,43307;26988,53543;30163,57480;34131,60630;38894,62992;42863,62992;44450,64567;46038,64567;41275,67716;37306,67716;33338,68504;30163,71653;23019,80315;19050,89764;13494,98425;14288,93701;14288,84252;15875,73228;15875,64567;14288,51968;8731,37795;4763,25197;0,16535;13494,11024;37306,0;41275,5512;46038,9449;50006,14173;53181,16535;55563,19685;64294,22835;71438,23622;76994,22835;79375,22835;76994,25197;73819,28346;71438,30709;68263,32283;66675,36220;64294,48031;64294,60630;61119,71653;61119,68504;58738,61417;55563,53543;53181,43307;50006,36220;44450,26772;34131,15748;24606,7087;37306,0" o:connectangles="0,0,0,0,0,0,0,0,0,0,0,0,0,0,0,0,0,0,0,0,0,0,0,0,0,0,0,0,0,0,0,0,0,0,0,0,0,0,0,0,0,0,0,0,0,0,0,0,0,0,0,0,0,0"/>
                  <o:lock v:ext="edit" verticies="t"/>
                </v:shape>
                <v:shape id="Freeform 5" o:spid="_x0000_s1030" style="position:absolute;left:41354;width:5318;height:3381;visibility:visible;mso-wrap-style:square;v-text-anchor:top" coordsize="670,4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AGRsQA&#10;AADaAAAADwAAAGRycy9kb3ducmV2LnhtbESPzUoDQRCE74LvMHTAm+mNqMgmkxBMxICXJHrx1tnp&#10;7C7Z6VlmJvvz9o4geCyq6itqsRpsozr2oXaiYTbNQLEUztRSavj6fLt/ARUiiaHGCWsYOcBqeXuz&#10;oNy4Xg7cHWOpEkRCThqqGNscMRQVWwpT17Ik7+y8pZikL9F46hPcNviQZc9oqZa0UFHLrxUXl+PV&#10;auhw9jFet7h5/z6Nm32/f9x63Gl9NxnWc1CRh/gf/mvvjIYn+L2Sbg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wBkbEAAAA2gAAAA8AAAAAAAAAAAAAAAAAmAIAAGRycy9k&#10;b3ducmV2LnhtbFBLBQYAAAAABAAEAPUAAACJAwAAAAA=&#10;" path="m423,r,6l425,22r2,21l425,73r-5,36l411,146r-16,41l387,203r-9,18l368,241r-9,14l378,269r18,18l416,309r25,23l453,337r18,l493,335r27,-5l546,325r27,-6l598,316r23,-2l637,316r11,5l652,332r-6,9l636,351r-11,11l614,373r-5,12l612,392r8,4l632,398r13,l657,398r9,l670,401r,l664,405r-11,3l634,408r-27,-1l578,405r-32,-6l512,394r-30,-5l453,383r-23,-5l416,374r-7,l357,398r-46,16l271,424r-35,4l205,426r-26,-7l155,410,137,396,121,378,109,360r-9,-21l93,317,86,296,82,275,79,253,71,234,62,219,50,211,36,205,23,202,12,200,4,198,,196r2,-5l7,187r7,-7l23,170r9,-16l41,134r9,-21l62,98,80,89r20,-3l120,88r19,5l157,105r14,18l182,146r4,29l218,145r37,-27l295,93,334,70,370,47,400,24,423,xe" fillcolor="#60c5ba [3205]" strokecolor="#60c5ba [3205]" strokeweight="0">
                  <v:path arrowok="t" o:connecttype="custom" o:connectlocs="335757,4740;338932,33972;333375,86115;313532,147738;300038,174599;284957,201461;314325,226742;350044,262294;373857,266244;412750,260714;454819,252023;492919,248073;514350,253604;512763,269404;496094,285995;483394,304166;492125,312857;511969,314437;528638,314437;531813,316807;518319,322337;481807,321547;433388,315227;382588,307326;341313,298636;324644,295476;246856,327077;187325,338138;142081,331028;108744,312857;86519,284415;73819,250443;65088,217262;56356,184870;39688,166699;18256,159588;3175,156428;1588,150898;11113,142208;25400,121666;39688,89275;63500,70314;95250,69524;124619,82954;144463,115346;173038,114556;234156,73474;293688,37132;335757,0" o:connectangles="0,0,0,0,0,0,0,0,0,0,0,0,0,0,0,0,0,0,0,0,0,0,0,0,0,0,0,0,0,0,0,0,0,0,0,0,0,0,0,0,0,0,0,0,0,0,0,0,0"/>
                </v:shape>
                <v:shape id="Freeform 6" o:spid="_x0000_s1031" style="position:absolute;left:42481;top:523;width:2746;height:2429;visibility:visible;mso-wrap-style:square;v-text-anchor:top" coordsize="346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/McQA&#10;AADaAAAADwAAAGRycy9kb3ducmV2LnhtbESPQWsCMRSE70L/Q3gFL6JZC0pZN0orFIrYg7YUvD03&#10;r5ulm5dtEnX33xuh4HGYmW+YYtXZRpzJh9qxgukkA0FcOl1zpeDr8238DCJEZI2NY1LQU4DV8mFQ&#10;YK7dhXd03sdKJAiHHBWYGNtcylAashgmriVO3o/zFmOSvpLa4yXBbSOfsmwuLdacFgy2tDZU/u5P&#10;VsHuMPv2x7pnMtv4ymYz+vvoR0oNH7uXBYhIXbyH/9vvWsEcblfSDZ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PzHEAAAA2gAAAA8AAAAAAAAAAAAAAAAAmAIAAGRycy9k&#10;b3ducmV2LnhtbFBLBQYAAAAABAAEAPUAAACJAwAAAAA=&#10;" path="m346,r-9,52l325,100r-18,45l286,186r-29,33l225,250r-38,25l143,292r-38,11l71,307,45,301,25,291,9,273,2,250,,225,7,196,21,166,46,137,79,109,109,89,143,73,177,61,212,50r34,-9l277,34r28,-7l327,20r14,-9l346,xe" fillcolor="#9fdcd5 [1941]" strokecolor="#9fdcd5 [1941]" strokeweight="0">
                  <v:path arrowok="t" o:connecttype="custom" o:connectlocs="274638,0;267494,41141;257969,79117;243682,114719;227013,147157;203994,173265;178594,197792;148432,217571;113506,231021;83344,239723;56356,242888;35719,238141;19844,230229;7144,215988;1588,197792;0,178012;5556,155069;16669,131334;36513,108390;62706,86237;86519,70414;113506,57755;140494,48261;168275,39558;195263,32438;219869,26900;242094,21361;259557,15823;270669,8703;274638,0" o:connectangles="0,0,0,0,0,0,0,0,0,0,0,0,0,0,0,0,0,0,0,0,0,0,0,0,0,0,0,0,0,0"/>
                </v:shape>
                <v:shape id="Freeform 7" o:spid="_x0000_s1032" style="position:absolute;top:7080;width:45196;height:3683;visibility:visible;mso-wrap-style:square;v-text-anchor:top" coordsize="5694,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Li48IA&#10;AADaAAAADwAAAGRycy9kb3ducmV2LnhtbESPzUoDQRCE74LvMLSQi5heA1FZMwlBCPEmJrnsrd3p&#10;/cGdnmWns1nf3gkIHouq+opabSbfmZGH2Aax8DjPwLCUwbVSWzgddw8vYKKSOOqCsIUfjrBZ396s&#10;KHfhIp88HrQ2CSIxJwuNap8jxrJhT3EeepbkVWHwpEkONbqBLgnuO1xk2RN6aiUtNNTzW8Pl9+Hs&#10;LSBKUS33Tov7czXGQj+mry1aO7ubtq9glCf9D/+1352FZ7heSTcA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8uLjwgAAANoAAAAPAAAAAAAAAAAAAAAAAJgCAABkcnMvZG93&#10;bnJldi54bWxQSwUGAAAAAAQABAD1AAAAhwMAAAAA&#10;" path="m5683,r7,l5694,2r-2,3l5676,19r-18,20l5640,68r-16,32l5610,139r-11,39l5374,235r-228,50l4917,329r-228,40l4456,399r-141,20l4135,440r-180,12l3774,461r-180,2l3233,459,2873,445,2512,422,2153,390,1439,312,1298,297,1161,285,1027,272,891,262,757,251,620,242,477,235,330,230,177,226,14,223r-7,l4,221,2,219,,217r,-3l2,214r3,-2l293,208r287,4l870,221r287,16l1443,256r359,27l2160,313r359,27l2876,363r359,15l3594,383r179,l3951,378r179,-9l4308,353r140,-16l4673,297r223,-46l5119,198r221,-59l5122,160r-217,9l4685,169r-198,-7l4289,146,4090,125,3894,94,3699,57r-1,l3696,55r,-3l3696,50r,-2l3698,46r3,l3896,76r198,25l4290,117r199,11l4685,128r198,-7l5080,103,5276,78,5469,44,5662,2,5672,r11,xe" fillcolor="#603b17" strokecolor="#603b17" strokeweight="0">
                  <v:path arrowok="t" o:connecttype="custom" o:connectlocs="4516438,0;4518025,3977;4491038,31023;4464050,79546;4444207,141593;4084638,226707;3721894,293526;3425032,333300;3139282,359550;2852738,368300;2280444,353982;1708944,310231;1030288,236253;815181,216366;600869,199662;378619,186934;140494,179775;5556,177389;1588,174207;0,170229;3969,168638;460375,168638;918369,188525;1430338,225116;1999456,270458;2567782,300686;2994819,304663;3278188,293526;3530600,268071;3886200,199662;4238625,110570;3893344,134433;3561557,128865;3246438,99433;2936082,45341;2933700,43751;2933700,39773;2935288,36591;3092450,60455;3405188,93069;3718719,101819;4032250,81933;4341019,35000;4502150,0" o:connectangles="0,0,0,0,0,0,0,0,0,0,0,0,0,0,0,0,0,0,0,0,0,0,0,0,0,0,0,0,0,0,0,0,0,0,0,0,0,0,0,0,0,0,0,0"/>
                </v:shape>
                <v:shape id="Freeform 8" o:spid="_x0000_s1033" style="position:absolute;left:23733;top:9429;width:1270;height:937;visibility:visible;mso-wrap-style:square;v-text-anchor:top" coordsize="159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Yjb4A&#10;AADaAAAADwAAAGRycy9kb3ducmV2LnhtbERPTYvCMBC9C/sfwix401SRKtVY3MUF8aLWhb0OzdiW&#10;NpPSZGv99+YgeHy87006mEb01LnKsoLZNAJBnFtdcaHg9/ozWYFwHlljY5kUPMhBuv0YbTDR9s4X&#10;6jNfiBDCLkEFpfdtIqXLSzLoprYlDtzNdgZ9gF0hdYf3EG4aOY+iWBqsODSU2NJ3SXmd/RsF1/5E&#10;0d/+fF4uYst9VuMXHmOlxp/Dbg3C0+Df4pf7oBWEreFKuA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V5WI2+AAAA2gAAAA8AAAAAAAAAAAAAAAAAmAIAAGRycy9kb3ducmV2&#10;LnhtbFBLBQYAAAAABAAEAPUAAACDAwAAAAA=&#10;" path="m114,28r21,5l134,37r1,5l135,51r4,15l148,76r7,7l159,85r-11,l137,83r-11,2l109,96,92,110r-16,9l78,115r6,-7l91,98,98,85r5,-12l109,62r3,-14l114,35r,-7xm39,l60,10,59,21,55,35,53,51r4,15l64,76r7,7l75,85r-11,l55,83r-11,l32,90,21,101r-11,9l,115r1,-1l7,105,12,94,17,83,25,71,30,60,35,37,39,16,39,xe" fillcolor="#f79420" strokecolor="#ff8105" strokeweight="0">
                  <v:path arrowok="t" o:connecttype="custom" o:connectlocs="91057,22038;107830,25974;107031,29122;107830,33058;107830,40141;111025,51948;118214,59818;123805,65328;127000,66902;118214,66902;109428,65328;100642,66902;87063,75560;73484,86579;60704,93663;62302,90515;67094,85005;72686,77134;78277,66902;82270,57457;87063,48799;89459,37780;91057,27548;91057,22038;31151,0;47925,7871;47126,16529;43931,27548;42333,40141;45528,51948;51119,59818;56711,65328;59906,66902;51119,66902;43931,65328;35145,65328;25560,70838;16774,79495;7987,86579;0,90515;799,89728;5591,82644;9585,73986;13579,65328;19969,55883;23962,47225;27956,29122;31151,12593;31151,0" o:connectangles="0,0,0,0,0,0,0,0,0,0,0,0,0,0,0,0,0,0,0,0,0,0,0,0,0,0,0,0,0,0,0,0,0,0,0,0,0,0,0,0,0,0,0,0,0,0,0,0,0"/>
                  <o:lock v:ext="edit" verticies="t"/>
                </v:shape>
                <w10:wrap anchorx="margin" anchory="page"/>
              </v:group>
            </w:pict>
          </mc:Fallback>
        </mc:AlternateContent>
      </w:r>
    </w:p>
    <w:sectPr w:rsidR="00755890">
      <w:pgSz w:w="15840" w:h="12240" w:orient="landscape"/>
      <w:pgMar w:top="821" w:right="1080" w:bottom="1440" w:left="201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76"/>
    <w:rsid w:val="002D0D76"/>
    <w:rsid w:val="0075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BF76F3-C227-409E-B738-321ACE38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18"/>
        <w:lang w:val="en-US" w:eastAsia="en-US" w:bidi="ar-SA"/>
        <w14:ligatures w14:val="standard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ear">
    <w:name w:val="Year"/>
    <w:basedOn w:val="Normal"/>
    <w:uiPriority w:val="1"/>
    <w:qFormat/>
    <w:pPr>
      <w:spacing w:after="600"/>
      <w:ind w:right="360"/>
      <w:jc w:val="right"/>
    </w:pPr>
    <w:rPr>
      <w:rFonts w:asciiTheme="majorHAnsi" w:eastAsiaTheme="majorEastAsia" w:hAnsiTheme="majorHAnsi" w:cstheme="majorBidi"/>
      <w:b/>
      <w:bCs/>
      <w:color w:val="603B17"/>
      <w:sz w:val="96"/>
    </w:rPr>
  </w:style>
  <w:style w:type="table" w:styleId="TableGrid">
    <w:name w:val="Table Grid"/>
    <w:basedOn w:val="Table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onths">
    <w:name w:val="Months"/>
    <w:basedOn w:val="Normal"/>
    <w:uiPriority w:val="1"/>
    <w:qFormat/>
    <w:pPr>
      <w:spacing w:line="204" w:lineRule="auto"/>
      <w:ind w:left="101"/>
    </w:pPr>
    <w:rPr>
      <w:rFonts w:asciiTheme="majorHAnsi" w:eastAsiaTheme="majorEastAsia" w:hAnsiTheme="majorHAnsi" w:cstheme="majorBidi"/>
      <w:b/>
      <w:bCs/>
      <w:caps/>
      <w:color w:val="603B17"/>
      <w:spacing w:val="2"/>
      <w:sz w:val="21"/>
    </w:rPr>
  </w:style>
  <w:style w:type="table" w:customStyle="1" w:styleId="HostTable">
    <w:name w:val="Host Table"/>
    <w:basedOn w:val="TableNormal"/>
    <w:uiPriority w:val="99"/>
    <w:rPr>
      <w:color w:val="404040" w:themeColor="text1" w:themeTint="BF"/>
      <w:kern w:val="0"/>
      <w14:ligatures w14:val="none"/>
    </w:r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customStyle="1" w:styleId="Days">
    <w:name w:val="Days"/>
    <w:basedOn w:val="Normal"/>
    <w:uiPriority w:val="1"/>
    <w:qFormat/>
    <w:pPr>
      <w:spacing w:before="40"/>
      <w:jc w:val="center"/>
    </w:pPr>
    <w:rPr>
      <w:rFonts w:asciiTheme="majorHAnsi" w:eastAsiaTheme="majorEastAsia" w:hAnsiTheme="majorHAnsi" w:cstheme="majorBidi"/>
      <w:color w:val="60C5BA" w:themeColor="accent2"/>
      <w:kern w:val="0"/>
      <w:sz w:val="20"/>
      <w14:ligatures w14:val="none"/>
    </w:rPr>
  </w:style>
  <w:style w:type="paragraph" w:customStyle="1" w:styleId="Dates">
    <w:name w:val="Dates"/>
    <w:basedOn w:val="Normal"/>
    <w:qFormat/>
    <w:pPr>
      <w:spacing w:before="40" w:after="40"/>
      <w:jc w:val="center"/>
    </w:pPr>
    <w:rPr>
      <w:color w:val="603B17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character" w:customStyle="1" w:styleId="Accent1">
    <w:name w:val="Accent 1"/>
    <w:basedOn w:val="DefaultParagraphFont"/>
    <w:uiPriority w:val="2"/>
    <w:qFormat/>
    <w:rPr>
      <w:color w:val="F05133" w:themeColor="accent1"/>
    </w:rPr>
  </w:style>
  <w:style w:type="character" w:customStyle="1" w:styleId="Accent3">
    <w:name w:val="Accent 3"/>
    <w:basedOn w:val="Accent1"/>
    <w:uiPriority w:val="2"/>
    <w:qFormat/>
    <w:rPr>
      <w:color w:val="B3C021" w:themeColor="accent3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2012%20Calendar%20(S-S).dotx" TargetMode="External"/></Relationships>
</file>

<file path=word/theme/theme1.xml><?xml version="1.0" encoding="utf-8"?>
<a:theme xmlns:a="http://schemas.openxmlformats.org/drawingml/2006/main" name="Office Theme">
  <a:themeElements>
    <a:clrScheme name="Bird Calendar">
      <a:dk1>
        <a:sysClr val="windowText" lastClr="000000"/>
      </a:dk1>
      <a:lt1>
        <a:sysClr val="window" lastClr="FFFFFF"/>
      </a:lt1>
      <a:dk2>
        <a:srgbClr val="725E54"/>
      </a:dk2>
      <a:lt2>
        <a:srgbClr val="EBE8E5"/>
      </a:lt2>
      <a:accent1>
        <a:srgbClr val="F05133"/>
      </a:accent1>
      <a:accent2>
        <a:srgbClr val="60C5BA"/>
      </a:accent2>
      <a:accent3>
        <a:srgbClr val="D5E04E"/>
      </a:accent3>
      <a:accent4>
        <a:srgbClr val="42C4DD"/>
      </a:accent4>
      <a:accent5>
        <a:srgbClr val="A49B8D"/>
      </a:accent5>
      <a:accent6>
        <a:srgbClr val="5C4C44"/>
      </a:accent6>
      <a:hlink>
        <a:srgbClr val="42C4DD"/>
      </a:hlink>
      <a:folHlink>
        <a:srgbClr val="60C5BA"/>
      </a:folHlink>
    </a:clrScheme>
    <a:fontScheme name="Bird Calendar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720A05E-9A65-4E59-9F6F-991315B650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(S-S)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Hogan</dc:creator>
  <cp:lastModifiedBy>Lynn Hogan</cp:lastModifiedBy>
  <cp:revision>1</cp:revision>
  <cp:lastPrinted>2012-06-28T15:34:00Z</cp:lastPrinted>
  <dcterms:created xsi:type="dcterms:W3CDTF">2012-10-21T19:50:00Z</dcterms:created>
  <dcterms:modified xsi:type="dcterms:W3CDTF">2012-10-21T19:51:00Z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TC029339359991</vt:lpwstr>
  </property>
</Properties>
</file>